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5F40EACD" w:rsidR="008F4AEA" w:rsidRDefault="00D30D72" w:rsidP="005579CC">
      <w:pPr>
        <w:pStyle w:val="Titul1"/>
      </w:pPr>
      <w:r w:rsidRPr="00D30D72">
        <w:t>P</w:t>
      </w:r>
      <w:r w:rsidR="008F4AEA">
        <w:t>říloha k</w:t>
      </w:r>
      <w:r w:rsidR="00B31F14">
        <w:t> </w:t>
      </w:r>
      <w:r w:rsidR="008F4AEA">
        <w:t>nabídce</w:t>
      </w:r>
    </w:p>
    <w:sdt>
      <w:sdtPr>
        <w:alias w:val="Název akce - propíše se do zápatí"/>
        <w:tag w:val="Název akce"/>
        <w:id w:val="1889687308"/>
        <w:placeholder>
          <w:docPart w:val="347270ED21264EDE82F68938302A35BF"/>
        </w:placeholder>
        <w:text w:multiLine="1"/>
      </w:sdtPr>
      <w:sdtEndPr/>
      <w:sdtContent>
        <w:p w14:paraId="64C20FEE" w14:textId="1971CD77" w:rsidR="008F4AEA" w:rsidRPr="0017695A" w:rsidRDefault="00D34BA7" w:rsidP="008F4AEA">
          <w:pPr>
            <w:pStyle w:val="Titul2"/>
          </w:pPr>
          <w:r>
            <w:t>„</w:t>
          </w:r>
          <w:r w:rsidRPr="00D34BA7">
            <w:t xml:space="preserve">Modernizace trati </w:t>
          </w:r>
          <w:r>
            <w:t>Praha-Bubny</w:t>
          </w:r>
          <w:r w:rsidRPr="00D34BA7">
            <w:t xml:space="preserve"> (včetně) – </w:t>
          </w:r>
          <w:r>
            <w:t>Praha-Výstaviště</w:t>
          </w:r>
          <w:r w:rsidRPr="00D34BA7">
            <w:t xml:space="preserve"> (včetně)</w:t>
          </w:r>
          <w:r>
            <w:t>“</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r>
        <w:t>1.1.2.4  Jméno (název)</w:t>
      </w:r>
      <w:r w:rsidR="00582C15">
        <w:t xml:space="preserve"> a </w:t>
      </w:r>
      <w:r>
        <w:t>adresa Správce stavby</w:t>
      </w:r>
    </w:p>
    <w:p w14:paraId="271C4C74" w14:textId="1CF4E7F9" w:rsidR="000C4709" w:rsidRPr="00851B06" w:rsidRDefault="000C4709" w:rsidP="000C4709">
      <w:pPr>
        <w:pStyle w:val="Plnab0"/>
        <w:spacing w:after="0"/>
        <w:rPr>
          <w:rFonts w:asciiTheme="minorHAnsi" w:hAnsiTheme="minorHAnsi"/>
          <w:sz w:val="18"/>
          <w:szCs w:val="18"/>
        </w:rPr>
      </w:pPr>
      <w:r w:rsidRPr="00851B06">
        <w:rPr>
          <w:rFonts w:asciiTheme="minorHAnsi" w:hAnsiTheme="minorHAnsi"/>
          <w:sz w:val="18"/>
          <w:szCs w:val="18"/>
        </w:rPr>
        <w:t xml:space="preserve">Ing. </w:t>
      </w:r>
      <w:r w:rsidR="00851B06" w:rsidRPr="00851B06">
        <w:rPr>
          <w:rFonts w:asciiTheme="minorHAnsi" w:hAnsiTheme="minorHAnsi"/>
          <w:sz w:val="18"/>
          <w:szCs w:val="18"/>
        </w:rPr>
        <w:t>Eva Schreierová</w:t>
      </w:r>
    </w:p>
    <w:p w14:paraId="03ADBF8F" w14:textId="77777777" w:rsidR="000C4709" w:rsidRPr="00851B06" w:rsidRDefault="000C4709" w:rsidP="000C4709">
      <w:pPr>
        <w:pStyle w:val="Plnab0"/>
        <w:spacing w:after="0"/>
        <w:rPr>
          <w:rFonts w:asciiTheme="minorHAnsi" w:hAnsiTheme="minorHAnsi"/>
          <w:sz w:val="18"/>
          <w:szCs w:val="18"/>
        </w:rPr>
      </w:pPr>
      <w:r w:rsidRPr="00851B06">
        <w:rPr>
          <w:rFonts w:asciiTheme="minorHAnsi" w:hAnsiTheme="minorHAnsi"/>
          <w:sz w:val="18"/>
          <w:szCs w:val="18"/>
        </w:rPr>
        <w:t>Správa železnic, státní organizace</w:t>
      </w:r>
    </w:p>
    <w:p w14:paraId="3B9A7404" w14:textId="77777777" w:rsidR="000C4709" w:rsidRPr="00851B06" w:rsidRDefault="000C4709" w:rsidP="000C4709">
      <w:pPr>
        <w:pStyle w:val="Plnab0"/>
        <w:spacing w:after="0"/>
        <w:rPr>
          <w:rFonts w:asciiTheme="minorHAnsi" w:hAnsiTheme="minorHAnsi"/>
          <w:sz w:val="18"/>
          <w:szCs w:val="18"/>
        </w:rPr>
      </w:pPr>
      <w:r w:rsidRPr="00851B06">
        <w:rPr>
          <w:rFonts w:asciiTheme="minorHAnsi" w:hAnsiTheme="minorHAnsi"/>
          <w:sz w:val="18"/>
          <w:szCs w:val="18"/>
        </w:rPr>
        <w:t>Stavební správa západ</w:t>
      </w:r>
    </w:p>
    <w:p w14:paraId="2F619798" w14:textId="77777777" w:rsidR="000C4709" w:rsidRPr="00851B06" w:rsidRDefault="000C4709" w:rsidP="000C4709">
      <w:pPr>
        <w:pStyle w:val="Plnab0"/>
        <w:spacing w:after="0"/>
        <w:rPr>
          <w:rFonts w:asciiTheme="minorHAnsi" w:hAnsiTheme="minorHAnsi"/>
          <w:sz w:val="18"/>
          <w:szCs w:val="18"/>
        </w:rPr>
      </w:pPr>
      <w:r w:rsidRPr="00851B06">
        <w:rPr>
          <w:rFonts w:asciiTheme="minorHAnsi" w:hAnsiTheme="minorHAnsi"/>
          <w:sz w:val="18"/>
          <w:szCs w:val="18"/>
        </w:rPr>
        <w:t>Jeseniova 786/60, 130 00 Praha - Žižkov</w:t>
      </w:r>
    </w:p>
    <w:p w14:paraId="4E016966" w14:textId="77777777" w:rsidR="000C4709" w:rsidRPr="00851B06" w:rsidRDefault="000C4709" w:rsidP="000C4709">
      <w:pPr>
        <w:spacing w:after="0"/>
      </w:pPr>
    </w:p>
    <w:p w14:paraId="4171F029" w14:textId="7E423D61" w:rsidR="00C96E7C" w:rsidRPr="00851B06" w:rsidRDefault="000C4709" w:rsidP="000C4709">
      <w:r w:rsidRPr="00851B06">
        <w:t>Mobil:  +420</w:t>
      </w:r>
      <w:r w:rsidR="00851B06" w:rsidRPr="00851B06">
        <w:t> 607 031 370</w:t>
      </w:r>
      <w:r w:rsidRPr="00851B06">
        <w:t xml:space="preserve">, e-mail: </w:t>
      </w:r>
      <w:hyperlink r:id="rId11" w:history="1">
        <w:r w:rsidR="00851B06" w:rsidRPr="00851B06">
          <w:rPr>
            <w:rStyle w:val="Hypertextovodkaz"/>
            <w:noProof w:val="0"/>
            <w:color w:val="auto"/>
            <w:u w:val="none"/>
          </w:rPr>
          <w:t>schreierova@spravazeleznic.cz</w:t>
        </w:r>
      </w:hyperlink>
    </w:p>
    <w:p w14:paraId="4B172A2A" w14:textId="77777777"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106AE25D"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22054EAF" w14:textId="77777777" w:rsidR="00E879C4" w:rsidRPr="00117648" w:rsidRDefault="00E879C4" w:rsidP="00E879C4">
      <w:pPr>
        <w:spacing w:after="120" w:line="264" w:lineRule="auto"/>
        <w:ind w:hanging="28"/>
        <w:jc w:val="both"/>
        <w:rPr>
          <w:sz w:val="18"/>
          <w:szCs w:val="18"/>
        </w:rPr>
      </w:pPr>
      <w:r w:rsidRPr="00117648">
        <w:rPr>
          <w:sz w:val="18"/>
          <w:szCs w:val="18"/>
        </w:rPr>
        <w:t>Z důvodu centralizace podatelen Objednatele bude Zhotovitel doručovat Faktury vystavené v souladu s článkem 14 některým (jedním) z níže uvedených způsobů:</w:t>
      </w:r>
    </w:p>
    <w:p w14:paraId="40A85076" w14:textId="77777777" w:rsidR="00E879C4" w:rsidRPr="00117648" w:rsidRDefault="00E879C4" w:rsidP="00E879C4">
      <w:pPr>
        <w:spacing w:after="120" w:line="264" w:lineRule="auto"/>
        <w:ind w:left="1276" w:hanging="283"/>
        <w:jc w:val="both"/>
        <w:rPr>
          <w:sz w:val="18"/>
          <w:szCs w:val="18"/>
        </w:rPr>
      </w:pPr>
      <w:r w:rsidRPr="00117648">
        <w:rPr>
          <w:sz w:val="18"/>
          <w:szCs w:val="18"/>
        </w:rPr>
        <w:t>•</w:t>
      </w:r>
      <w:r w:rsidRPr="00117648">
        <w:rPr>
          <w:sz w:val="18"/>
          <w:szCs w:val="18"/>
        </w:rPr>
        <w:tab/>
        <w:t>v listinné podobě na adresu Správa železnic, státní organizace, Centrální finanční účtárna Čechy, Náměstí Jana Pernera 217, 530 02 Pardubice, nebo</w:t>
      </w:r>
    </w:p>
    <w:p w14:paraId="1423A440" w14:textId="26C49801" w:rsidR="00E879C4" w:rsidRDefault="00E879C4" w:rsidP="00E879C4">
      <w:pPr>
        <w:spacing w:after="120" w:line="264" w:lineRule="auto"/>
        <w:ind w:left="1276" w:hanging="283"/>
        <w:jc w:val="both"/>
        <w:rPr>
          <w:sz w:val="18"/>
          <w:szCs w:val="18"/>
        </w:rPr>
      </w:pPr>
      <w:r w:rsidRPr="00117648">
        <w:rPr>
          <w:sz w:val="18"/>
          <w:szCs w:val="18"/>
        </w:rPr>
        <w:t>•</w:t>
      </w:r>
      <w:r w:rsidRPr="00117648">
        <w:rPr>
          <w:sz w:val="18"/>
          <w:szCs w:val="18"/>
        </w:rPr>
        <w:tab/>
        <w:t xml:space="preserve">v elektronické podobě na e-mailovou adresu: </w:t>
      </w:r>
      <w:hyperlink r:id="rId12" w:history="1">
        <w:r w:rsidRPr="00117648">
          <w:rPr>
            <w:sz w:val="18"/>
            <w:szCs w:val="18"/>
          </w:rPr>
          <w:t>ePodatelnaCFU@spravazeleznic.cz</w:t>
        </w:r>
      </w:hyperlink>
      <w:r w:rsidRPr="00117648">
        <w:rPr>
          <w:sz w:val="18"/>
          <w:szCs w:val="18"/>
        </w:rPr>
        <w:t>, nebo</w:t>
      </w:r>
    </w:p>
    <w:p w14:paraId="6F7AD682" w14:textId="3660D583" w:rsidR="00E879C4" w:rsidRDefault="00E879C4" w:rsidP="00E879C4">
      <w:pPr>
        <w:pStyle w:val="Textbezodsazen"/>
        <w:ind w:left="1276" w:hanging="283"/>
      </w:pPr>
      <w:r w:rsidRPr="00117648">
        <w:t>•</w:t>
      </w:r>
      <w:r w:rsidRPr="00117648">
        <w:tab/>
        <w:t>datovou zprávou na identifikátor datové schránky: uccchjm.</w:t>
      </w:r>
    </w:p>
    <w:p w14:paraId="76521FB1" w14:textId="77777777" w:rsidR="00C96E7C" w:rsidRPr="009F332E" w:rsidRDefault="00C96E7C" w:rsidP="005B7883">
      <w:pPr>
        <w:pStyle w:val="Nadpisbezsl1-2"/>
        <w:rPr>
          <w:color w:val="FF0000"/>
        </w:rPr>
      </w:pPr>
      <w:r>
        <w:t>1</w:t>
      </w:r>
      <w:r w:rsidRPr="00013ABF">
        <w:t xml:space="preserve">.1.5.6  Definice sekcí </w:t>
      </w:r>
    </w:p>
    <w:p w14:paraId="2159496E"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036"/>
        <w:gridCol w:w="4564"/>
        <w:gridCol w:w="2268"/>
      </w:tblGrid>
      <w:tr w:rsidR="00D42978" w:rsidRPr="005D168C" w14:paraId="1372C963" w14:textId="77777777" w:rsidTr="00D429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6" w:type="dxa"/>
          </w:tcPr>
          <w:p w14:paraId="7962CE22" w14:textId="77777777" w:rsidR="00D42978" w:rsidRPr="005D168C" w:rsidRDefault="00D42978" w:rsidP="005D168C">
            <w:pPr>
              <w:pStyle w:val="Tabulka"/>
              <w:rPr>
                <w:b/>
              </w:rPr>
            </w:pPr>
            <w:r w:rsidRPr="005D168C">
              <w:rPr>
                <w:b/>
              </w:rPr>
              <w:t>Popis</w:t>
            </w:r>
          </w:p>
        </w:tc>
        <w:tc>
          <w:tcPr>
            <w:tcW w:w="4564" w:type="dxa"/>
          </w:tcPr>
          <w:p w14:paraId="2F9787A1" w14:textId="20A090F1" w:rsidR="00D42978" w:rsidRPr="005D168C" w:rsidRDefault="00D42978" w:rsidP="005D168C">
            <w:pPr>
              <w:pStyle w:val="Tabulka"/>
              <w:cnfStyle w:val="100000000000" w:firstRow="1" w:lastRow="0" w:firstColumn="0" w:lastColumn="0" w:oddVBand="0" w:evenVBand="0" w:oddHBand="0" w:evenHBand="0" w:firstRowFirstColumn="0" w:firstRowLastColumn="0" w:lastRowFirstColumn="0" w:lastRowLastColumn="0"/>
              <w:rPr>
                <w:b/>
              </w:rPr>
            </w:pPr>
            <w:r>
              <w:rPr>
                <w:b/>
              </w:rPr>
              <w:t>Rozsah prací</w:t>
            </w:r>
          </w:p>
        </w:tc>
        <w:tc>
          <w:tcPr>
            <w:tcW w:w="2268" w:type="dxa"/>
          </w:tcPr>
          <w:p w14:paraId="5E8AF200" w14:textId="6259F1A1" w:rsidR="00D42978" w:rsidRPr="005D168C" w:rsidRDefault="00D42978"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013ABF" w:rsidRPr="00013ABF" w14:paraId="471E7E20" w14:textId="77777777" w:rsidTr="00D42978">
        <w:tc>
          <w:tcPr>
            <w:cnfStyle w:val="001000000000" w:firstRow="0" w:lastRow="0" w:firstColumn="1" w:lastColumn="0" w:oddVBand="0" w:evenVBand="0" w:oddHBand="0" w:evenHBand="0" w:firstRowFirstColumn="0" w:firstRowLastColumn="0" w:lastRowFirstColumn="0" w:lastRowLastColumn="0"/>
            <w:tcW w:w="2036" w:type="dxa"/>
            <w:vAlign w:val="top"/>
          </w:tcPr>
          <w:p w14:paraId="52AF35CE" w14:textId="331BFEAB" w:rsidR="00D42978" w:rsidRPr="00E55B33" w:rsidRDefault="00D42978" w:rsidP="00D42978">
            <w:pPr>
              <w:pStyle w:val="Tabulka"/>
              <w:rPr>
                <w:i/>
              </w:rPr>
            </w:pPr>
            <w:r w:rsidRPr="00A61A44">
              <w:rPr>
                <w:rFonts w:asciiTheme="minorHAnsi" w:hAnsiTheme="minorHAnsi"/>
                <w:b/>
              </w:rPr>
              <w:t xml:space="preserve">Sekce 1 stavební </w:t>
            </w:r>
          </w:p>
        </w:tc>
        <w:tc>
          <w:tcPr>
            <w:tcW w:w="4564" w:type="dxa"/>
            <w:vAlign w:val="top"/>
          </w:tcPr>
          <w:p w14:paraId="677C7963" w14:textId="46ADEBA1" w:rsidR="00D42978" w:rsidRPr="009A06AE" w:rsidRDefault="00D42978" w:rsidP="00D42978">
            <w:pPr>
              <w:pStyle w:val="Tabulka"/>
              <w:cnfStyle w:val="000000000000" w:firstRow="0" w:lastRow="0" w:firstColumn="0" w:lastColumn="0" w:oddVBand="0" w:evenVBand="0" w:oddHBand="0" w:evenHBand="0" w:firstRowFirstColumn="0" w:firstRowLastColumn="0" w:lastRowFirstColumn="0" w:lastRowLastColumn="0"/>
            </w:pPr>
            <w:r w:rsidRPr="003B282C">
              <w:t>Základní stavební části SÚ 0</w:t>
            </w:r>
            <w:r>
              <w:t>1</w:t>
            </w:r>
            <w:r w:rsidRPr="003B282C">
              <w:t xml:space="preserve">, </w:t>
            </w:r>
            <w:r>
              <w:t>02, 03, 04 a SÚ 52</w:t>
            </w:r>
            <w:r w:rsidRPr="003B282C">
              <w:t xml:space="preserve"> dle ZOV</w:t>
            </w:r>
            <w:r>
              <w:t xml:space="preserve"> tj. </w:t>
            </w:r>
            <w:r w:rsidRPr="00A61A44">
              <w:rPr>
                <w:rFonts w:asciiTheme="minorHAnsi" w:hAnsiTheme="minorHAnsi"/>
              </w:rPr>
              <w:t xml:space="preserve">všechny SO a PS kromě </w:t>
            </w:r>
            <w:r w:rsidRPr="00D7468C">
              <w:t>SO 01-10-01 pol. č. 35, 36, 42; SO 02-10-01 pol. č. 12, 17; SO 03-10-01 pol. č. 11, 15; SO 04-10-01 pol. č. 23, 24, 29; SO 52-10-01 pol. č. 22, 23, 28</w:t>
            </w:r>
            <w:r w:rsidRPr="00A61A44">
              <w:rPr>
                <w:rFonts w:asciiTheme="minorHAnsi" w:hAnsiTheme="minorHAnsi"/>
              </w:rPr>
              <w:t xml:space="preserve"> a SO 98-98 položky</w:t>
            </w:r>
            <w:r w:rsidRPr="003B282C">
              <w:t xml:space="preserve"> č. 1, 2 a 3</w:t>
            </w:r>
          </w:p>
        </w:tc>
        <w:tc>
          <w:tcPr>
            <w:tcW w:w="2268" w:type="dxa"/>
            <w:vAlign w:val="top"/>
          </w:tcPr>
          <w:p w14:paraId="26AFF388" w14:textId="7E3E5E09" w:rsidR="00D42978" w:rsidRPr="00013ABF" w:rsidRDefault="00D42978" w:rsidP="00D42978">
            <w:pPr>
              <w:pStyle w:val="Tabulka"/>
              <w:cnfStyle w:val="000000000000" w:firstRow="0" w:lastRow="0" w:firstColumn="0" w:lastColumn="0" w:oddVBand="0" w:evenVBand="0" w:oddHBand="0" w:evenHBand="0" w:firstRowFirstColumn="0" w:firstRowLastColumn="0" w:lastRowFirstColumn="0" w:lastRowLastColumn="0"/>
            </w:pPr>
            <w:r w:rsidRPr="00013ABF">
              <w:rPr>
                <w:b/>
              </w:rPr>
              <w:t>do 24</w:t>
            </w:r>
            <w:r w:rsidR="00445FDF" w:rsidRPr="00013ABF">
              <w:rPr>
                <w:b/>
              </w:rPr>
              <w:t xml:space="preserve"> </w:t>
            </w:r>
            <w:r w:rsidRPr="00013ABF">
              <w:rPr>
                <w:b/>
              </w:rPr>
              <w:t>měsíců od Data zahájení prací</w:t>
            </w:r>
          </w:p>
        </w:tc>
      </w:tr>
      <w:tr w:rsidR="009846B1" w14:paraId="280EC3D5" w14:textId="77777777" w:rsidTr="009C5C64">
        <w:tc>
          <w:tcPr>
            <w:cnfStyle w:val="001000000000" w:firstRow="0" w:lastRow="0" w:firstColumn="1" w:lastColumn="0" w:oddVBand="0" w:evenVBand="0" w:oddHBand="0" w:evenHBand="0" w:firstRowFirstColumn="0" w:firstRowLastColumn="0" w:lastRowFirstColumn="0" w:lastRowLastColumn="0"/>
            <w:tcW w:w="2036" w:type="dxa"/>
            <w:tcBorders>
              <w:bottom w:val="single" w:sz="2" w:space="0" w:color="auto"/>
            </w:tcBorders>
            <w:vAlign w:val="top"/>
          </w:tcPr>
          <w:p w14:paraId="21DDA6ED" w14:textId="77777777" w:rsidR="009846B1" w:rsidRPr="003B282C" w:rsidRDefault="009846B1" w:rsidP="009846B1">
            <w:pPr>
              <w:pStyle w:val="Tabulka-7"/>
              <w:rPr>
                <w:b/>
                <w:sz w:val="18"/>
              </w:rPr>
            </w:pPr>
            <w:r>
              <w:rPr>
                <w:b/>
                <w:sz w:val="18"/>
              </w:rPr>
              <w:t>Sekce 2</w:t>
            </w:r>
          </w:p>
          <w:p w14:paraId="77D963AB" w14:textId="2861ECF1" w:rsidR="009846B1" w:rsidRPr="003259C2" w:rsidRDefault="009846B1" w:rsidP="009846B1">
            <w:pPr>
              <w:pStyle w:val="Tabulka"/>
              <w:rPr>
                <w:b/>
              </w:rPr>
            </w:pPr>
          </w:p>
        </w:tc>
        <w:tc>
          <w:tcPr>
            <w:tcW w:w="4564" w:type="dxa"/>
            <w:tcBorders>
              <w:bottom w:val="single" w:sz="2" w:space="0" w:color="auto"/>
            </w:tcBorders>
            <w:vAlign w:val="top"/>
          </w:tcPr>
          <w:p w14:paraId="017FF3C2" w14:textId="5035A52A" w:rsidR="009846B1" w:rsidRPr="003259C2" w:rsidRDefault="009846B1" w:rsidP="009846B1">
            <w:pPr>
              <w:pStyle w:val="Tabulka"/>
              <w:cnfStyle w:val="000000000000" w:firstRow="0" w:lastRow="0" w:firstColumn="0" w:lastColumn="0" w:oddVBand="0" w:evenVBand="0" w:oddHBand="0" w:evenHBand="0" w:firstRowFirstColumn="0" w:firstRowLastColumn="0" w:lastRowFirstColumn="0" w:lastRowLastColumn="0"/>
              <w:rPr>
                <w:b/>
                <w:highlight w:val="green"/>
              </w:rPr>
            </w:pPr>
            <w:r w:rsidRPr="00D7468C">
              <w:t>SO 01-10-01 pol. č. 35, 36, 42; SO 02-10-01 pol. č. 12, 17; SO 03-10-01 pol. č. 11, 15; SO 04-10-01 pol. č. 23, 24, 29; SO 52-10-01 pol. č. 22, 23, 28 – vše položky Broušení kolejnic a následné úpravy GPK kolejí a výhybek</w:t>
            </w:r>
          </w:p>
        </w:tc>
        <w:tc>
          <w:tcPr>
            <w:tcW w:w="2268" w:type="dxa"/>
            <w:tcBorders>
              <w:bottom w:val="single" w:sz="2" w:space="0" w:color="auto"/>
            </w:tcBorders>
            <w:vAlign w:val="top"/>
          </w:tcPr>
          <w:p w14:paraId="69D1935A" w14:textId="7888D7E5" w:rsidR="009846B1" w:rsidRPr="003259C2" w:rsidRDefault="009846B1" w:rsidP="009846B1">
            <w:pPr>
              <w:pStyle w:val="Tabulka"/>
              <w:cnfStyle w:val="000000000000" w:firstRow="0" w:lastRow="0" w:firstColumn="0" w:lastColumn="0" w:oddVBand="0" w:evenVBand="0" w:oddHBand="0" w:evenHBand="0" w:firstRowFirstColumn="0" w:firstRowLastColumn="0" w:lastRowFirstColumn="0" w:lastRowLastColumn="0"/>
              <w:rPr>
                <w:b/>
              </w:rPr>
            </w:pPr>
            <w:r w:rsidRPr="003B282C">
              <w:rPr>
                <w:b/>
              </w:rPr>
              <w:t>do 6 měsíců od dokončení Sekce 1 stavební</w:t>
            </w:r>
          </w:p>
        </w:tc>
      </w:tr>
      <w:tr w:rsidR="009846B1" w14:paraId="5B7F484F" w14:textId="77777777" w:rsidTr="00EB6E8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6" w:type="dxa"/>
            <w:tcBorders>
              <w:top w:val="single" w:sz="2" w:space="0" w:color="auto"/>
            </w:tcBorders>
            <w:shd w:val="clear" w:color="auto" w:fill="auto"/>
            <w:vAlign w:val="top"/>
          </w:tcPr>
          <w:p w14:paraId="597B7794" w14:textId="10B57C19" w:rsidR="009846B1" w:rsidRPr="003259C2" w:rsidRDefault="009846B1" w:rsidP="009846B1">
            <w:pPr>
              <w:pStyle w:val="Tabulka"/>
            </w:pPr>
            <w:r>
              <w:t>Sekce 3</w:t>
            </w:r>
          </w:p>
        </w:tc>
        <w:tc>
          <w:tcPr>
            <w:tcW w:w="4564" w:type="dxa"/>
            <w:tcBorders>
              <w:top w:val="single" w:sz="2" w:space="0" w:color="auto"/>
            </w:tcBorders>
            <w:shd w:val="clear" w:color="auto" w:fill="auto"/>
            <w:vAlign w:val="top"/>
          </w:tcPr>
          <w:p w14:paraId="1A8A8012" w14:textId="1D6693C4" w:rsidR="009846B1" w:rsidRPr="008A3A4C" w:rsidRDefault="009846B1" w:rsidP="009846B1">
            <w:pPr>
              <w:pStyle w:val="Tabulka"/>
              <w:cnfStyle w:val="010000000000" w:firstRow="0" w:lastRow="1" w:firstColumn="0" w:lastColumn="0" w:oddVBand="0" w:evenVBand="0" w:oddHBand="0" w:evenHBand="0" w:firstRowFirstColumn="0" w:firstRowLastColumn="0" w:lastRowFirstColumn="0" w:lastRowLastColumn="0"/>
              <w:rPr>
                <w:b w:val="0"/>
                <w:highlight w:val="green"/>
              </w:rPr>
            </w:pPr>
            <w:r w:rsidRPr="008A3A4C">
              <w:rPr>
                <w:b w:val="0"/>
              </w:rPr>
              <w:t>SO 98-98 pol. č. 1, 2 a 3 – vše položky pro Dokumentaci skutečného provedení (ostatní položky SO 98-98 budou provedeny v rámci Sekce 1 stavební)</w:t>
            </w:r>
          </w:p>
        </w:tc>
        <w:tc>
          <w:tcPr>
            <w:tcW w:w="2268" w:type="dxa"/>
            <w:tcBorders>
              <w:top w:val="single" w:sz="2" w:space="0" w:color="auto"/>
            </w:tcBorders>
            <w:shd w:val="clear" w:color="auto" w:fill="auto"/>
            <w:vAlign w:val="top"/>
          </w:tcPr>
          <w:p w14:paraId="36458D36" w14:textId="77777777" w:rsidR="009846B1" w:rsidRPr="003B282C" w:rsidRDefault="009846B1" w:rsidP="009846B1">
            <w:pPr>
              <w:pStyle w:val="Tabulka-7"/>
              <w:cnfStyle w:val="010000000000" w:firstRow="0" w:lastRow="1" w:firstColumn="0" w:lastColumn="0" w:oddVBand="0" w:evenVBand="0" w:oddHBand="0" w:evenHBand="0" w:firstRowFirstColumn="0" w:firstRowLastColumn="0" w:lastRowFirstColumn="0" w:lastRowLastColumn="0"/>
              <w:rPr>
                <w:b w:val="0"/>
                <w:sz w:val="18"/>
              </w:rPr>
            </w:pPr>
            <w:r>
              <w:rPr>
                <w:sz w:val="18"/>
              </w:rPr>
              <w:t>6 měsíců od dokončení Sekce 2</w:t>
            </w:r>
          </w:p>
          <w:p w14:paraId="70A74141" w14:textId="033F8107" w:rsidR="009846B1" w:rsidRPr="003259C2" w:rsidRDefault="009846B1" w:rsidP="009846B1">
            <w:pPr>
              <w:pStyle w:val="Tabulka"/>
              <w:cnfStyle w:val="010000000000" w:firstRow="0" w:lastRow="1" w:firstColumn="0" w:lastColumn="0" w:oddVBand="0" w:evenVBand="0" w:oddHBand="0" w:evenHBand="0" w:firstRowFirstColumn="0" w:firstRowLastColumn="0" w:lastRowFirstColumn="0" w:lastRowLastColumn="0"/>
            </w:pPr>
          </w:p>
        </w:tc>
      </w:tr>
    </w:tbl>
    <w:p w14:paraId="3D05D58B" w14:textId="77777777" w:rsidR="003259C2" w:rsidRDefault="003259C2" w:rsidP="00C732F0">
      <w:pPr>
        <w:pStyle w:val="Bezmezer"/>
        <w:jc w:val="both"/>
        <w:rPr>
          <w:strike/>
          <w:color w:val="FF0000"/>
          <w:highlight w:val="green"/>
        </w:rPr>
      </w:pPr>
    </w:p>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04FDCD8E" w14:textId="142617BC" w:rsidR="00726A41" w:rsidRDefault="00C96E7C" w:rsidP="005D168C">
      <w:pPr>
        <w:pStyle w:val="Textbezodsazen"/>
      </w:pPr>
      <w:r>
        <w:t>Komunikačním jazykem je český jazyk.</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w:t>
      </w:r>
      <w:r>
        <w:lastRenderedPageBreak/>
        <w:t xml:space="preserve">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Vedoucí zhotovitel musí své zmocnění prokázat doložením příslušného zmocnění, které tvoří Přílohu č</w:t>
      </w:r>
      <w:r w:rsidRPr="007E5B98">
        <w:t xml:space="preserve">. </w:t>
      </w:r>
      <w:r w:rsidR="00AA227A" w:rsidRPr="007E5B98">
        <w:t xml:space="preserve">7 </w:t>
      </w:r>
      <w:r w:rsidRPr="007E5B98">
        <w:t>Sm</w:t>
      </w:r>
      <w:r>
        <w:t>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66A05C7" w14:textId="6AA6BB4D" w:rsidR="00953532" w:rsidRPr="007E5B98" w:rsidRDefault="00EC7081" w:rsidP="007E5B98">
      <w:pPr>
        <w:pStyle w:val="Textbezodsazen"/>
        <w:rPr>
          <w:strike/>
        </w:rPr>
      </w:pPr>
      <w:r w:rsidRPr="007E5B98">
        <w:rPr>
          <w:b/>
          <w:sz w:val="20"/>
          <w:szCs w:val="20"/>
        </w:rPr>
        <w:t xml:space="preserve">1.15 </w:t>
      </w:r>
      <w:r w:rsidR="005804B9" w:rsidRPr="007E5B98">
        <w:rPr>
          <w:b/>
        </w:rPr>
        <w:t>Sociálně a environmentálně odpovědné zadávání, inovace</w:t>
      </w:r>
    </w:p>
    <w:p w14:paraId="7D547C71" w14:textId="6DE47A25" w:rsidR="008B4284" w:rsidRPr="007E5B98" w:rsidRDefault="008B4284" w:rsidP="008B4284">
      <w:pPr>
        <w:pStyle w:val="Textbezodsazen"/>
      </w:pPr>
      <w:r w:rsidRPr="00250787">
        <w:t xml:space="preserve">Zhotovitel se zavazuje, že v průběhu plnění Díla umožní v souvislosti s prováděním prací na Díle provedení </w:t>
      </w:r>
      <w:r w:rsidR="001A1BF8" w:rsidRPr="00250787">
        <w:t xml:space="preserve">3 </w:t>
      </w:r>
      <w:r w:rsidRPr="00250787">
        <w:t>studentských exkurzí na Staveništi</w:t>
      </w:r>
      <w:r w:rsidRPr="007E5B98">
        <w:t xml:space="preserve">. </w:t>
      </w:r>
    </w:p>
    <w:p w14:paraId="3E4C40FE" w14:textId="280F7A2A" w:rsidR="00F2485A" w:rsidRPr="007E5B98" w:rsidRDefault="00F2485A" w:rsidP="00F2485A">
      <w:pPr>
        <w:pStyle w:val="Textbezodsazen"/>
      </w:pPr>
      <w:r w:rsidRPr="007E5B9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77FEB5B" w14:textId="557DAD7F" w:rsidR="00F2485A" w:rsidRPr="007E5B98" w:rsidRDefault="00F2485A" w:rsidP="00F2485A">
      <w:pPr>
        <w:pStyle w:val="Textbezodsazen"/>
      </w:pPr>
      <w:r w:rsidRPr="007E5B9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BC1AFE" w14:textId="3F7757BF" w:rsidR="00B26495" w:rsidRPr="007E5B98" w:rsidRDefault="00B26495" w:rsidP="00B26495">
      <w:pPr>
        <w:pStyle w:val="Textbezodsazen"/>
      </w:pPr>
      <w:r w:rsidRPr="007E5B98">
        <w:t>Zhotovitel se zavazuje provést účastníky exkurze po dotčených místech dle podmínek a omezení stanovených BOZP a poskytnout účastníkům exkurze odborný výklad k aktuálně prováděným činnostem.</w:t>
      </w:r>
    </w:p>
    <w:p w14:paraId="78A6BFDC" w14:textId="5D50F89D" w:rsidR="008B4284" w:rsidRDefault="00B26495" w:rsidP="008B4284">
      <w:pPr>
        <w:pStyle w:val="Textbezodsazen"/>
        <w:rPr>
          <w:rFonts w:eastAsia="Times New Roman" w:cs="Times New Roman"/>
        </w:rPr>
      </w:pPr>
      <w:r w:rsidRPr="007E5B98">
        <w:t xml:space="preserve">O provedené exkurzi </w:t>
      </w:r>
      <w:r w:rsidRPr="007E5B98">
        <w:rPr>
          <w:rFonts w:eastAsia="Times New Roman" w:cs="Times New Roman"/>
        </w:rPr>
        <w:t xml:space="preserve">je Zhotovitel povinen informovat Objednatele písemnou zprávou nejpozději do 14 dnů od konání exkurze. Zpráva musí obsahovat sdělení o škole, předmětu exkurze, čase konání a počtu účastníků.  </w:t>
      </w:r>
    </w:p>
    <w:p w14:paraId="065E9101" w14:textId="35E0D8B3" w:rsidR="0039063C" w:rsidRPr="0039063C" w:rsidRDefault="0039063C" w:rsidP="008B4284">
      <w:pPr>
        <w:pStyle w:val="Textbezodsazen"/>
        <w:rPr>
          <w:rFonts w:eastAsia="Times New Roman" w:cs="Times New Roman"/>
        </w:rPr>
      </w:pPr>
      <w:r w:rsidRPr="0039063C">
        <w:t>Ustanovení Pod-článku 1.15.3.(b) se nepoužije.</w:t>
      </w:r>
    </w:p>
    <w:p w14:paraId="5C6CA4EB" w14:textId="77777777" w:rsidR="00C96E7C" w:rsidRDefault="00C96E7C" w:rsidP="005B7883">
      <w:pPr>
        <w:pStyle w:val="Nadpisbezsl1-2"/>
      </w:pPr>
      <w:r>
        <w:t>2.1  Právo přístupu na staveniště</w:t>
      </w:r>
    </w:p>
    <w:p w14:paraId="4EFFAE80" w14:textId="6DBE2622" w:rsidR="00C96E7C" w:rsidRDefault="00C96E7C" w:rsidP="005D168C">
      <w:pPr>
        <w:pStyle w:val="Textbezodsazen"/>
      </w:pPr>
      <w:r>
        <w:t xml:space="preserve">Přístup na Staveniště bude Zhotoviteli umožněn od </w:t>
      </w:r>
      <w:r w:rsidR="00744E0D">
        <w:t>předání staveniště</w:t>
      </w:r>
      <w:r>
        <w:t xml:space="preserve"> 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r>
        <w:t>2.3  Personál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FA31EDF" w14:textId="77777777" w:rsidR="00B74007" w:rsidRPr="00DA5863" w:rsidRDefault="00B74007" w:rsidP="00B74007">
      <w:pPr>
        <w:pStyle w:val="Textbezodsazen"/>
        <w:numPr>
          <w:ilvl w:val="0"/>
          <w:numId w:val="48"/>
        </w:numPr>
        <w:spacing w:after="0"/>
      </w:pPr>
      <w:r w:rsidRPr="00DA5863">
        <w:t xml:space="preserve">JUDr. Richard Cihlář </w:t>
      </w:r>
    </w:p>
    <w:p w14:paraId="6FE42FA5" w14:textId="77777777" w:rsidR="00B74007" w:rsidRPr="00DA5863" w:rsidRDefault="00B74007" w:rsidP="00B74007">
      <w:pPr>
        <w:pStyle w:val="Textbezodsazen"/>
        <w:spacing w:after="0"/>
        <w:ind w:firstLine="709"/>
      </w:pPr>
      <w:r w:rsidRPr="00DA5863">
        <w:t>Správa železnic, státní organizace</w:t>
      </w:r>
    </w:p>
    <w:p w14:paraId="2004B698" w14:textId="77777777" w:rsidR="00B74007" w:rsidRPr="00305235" w:rsidRDefault="00B74007" w:rsidP="00B74007">
      <w:pPr>
        <w:pStyle w:val="Textbezodsazen"/>
        <w:spacing w:after="0"/>
        <w:ind w:left="709"/>
      </w:pPr>
      <w:r w:rsidRPr="00DA5863">
        <w:t xml:space="preserve">Stavební správa </w:t>
      </w:r>
      <w:r w:rsidRPr="00305235">
        <w:t>západ</w:t>
      </w:r>
    </w:p>
    <w:p w14:paraId="6FDD9D30" w14:textId="77777777" w:rsidR="00B74007" w:rsidRPr="00305235" w:rsidRDefault="00B74007" w:rsidP="00B74007">
      <w:pPr>
        <w:pStyle w:val="Textbezodsazen"/>
        <w:spacing w:after="0"/>
        <w:ind w:firstLine="709"/>
      </w:pPr>
      <w:r w:rsidRPr="00305235">
        <w:t xml:space="preserve">Sokolovská 1955/278, 190 00 Praha 9 </w:t>
      </w:r>
    </w:p>
    <w:p w14:paraId="23E42E94" w14:textId="77777777" w:rsidR="00B74007" w:rsidRPr="00305235" w:rsidRDefault="00B74007" w:rsidP="00B74007">
      <w:pPr>
        <w:pStyle w:val="Textbezodsazen"/>
        <w:ind w:left="720"/>
      </w:pPr>
      <w:r w:rsidRPr="00305235">
        <w:t xml:space="preserve">mobil 702 163 402, e-mail: </w:t>
      </w:r>
      <w:hyperlink r:id="rId13" w:history="1">
        <w:r w:rsidRPr="00305235">
          <w:rPr>
            <w:rStyle w:val="Hypertextovodkaz"/>
            <w:noProof w:val="0"/>
            <w:color w:val="auto"/>
            <w:u w:val="none"/>
          </w:rPr>
          <w:t>CihlarR@spravazeleznic.cz</w:t>
        </w:r>
      </w:hyperlink>
    </w:p>
    <w:p w14:paraId="03DBAC3A" w14:textId="77777777" w:rsidR="00B74007" w:rsidRPr="00305235" w:rsidRDefault="00B74007" w:rsidP="00B74007">
      <w:pPr>
        <w:pStyle w:val="Textbezodsazen"/>
      </w:pPr>
      <w:r w:rsidRPr="00305235">
        <w:t>Ve věci kontroly požití alkoholu a/nebo návykových látek:</w:t>
      </w:r>
    </w:p>
    <w:p w14:paraId="1D6AD2FD" w14:textId="77777777" w:rsidR="00B74007" w:rsidRPr="00305235" w:rsidRDefault="00B74007" w:rsidP="00B74007">
      <w:pPr>
        <w:pStyle w:val="Textbezodsazen"/>
        <w:spacing w:after="0"/>
        <w:ind w:left="709" w:hanging="425"/>
      </w:pPr>
      <w:r w:rsidRPr="00305235">
        <w:t xml:space="preserve">- </w:t>
      </w:r>
      <w:r w:rsidRPr="00305235">
        <w:tab/>
        <w:t>Ing. Martin Šesták</w:t>
      </w:r>
    </w:p>
    <w:p w14:paraId="262CE3F1" w14:textId="77777777" w:rsidR="00B74007" w:rsidRPr="00305235" w:rsidRDefault="00B74007" w:rsidP="00B74007">
      <w:pPr>
        <w:pStyle w:val="Textbezodsazen"/>
        <w:spacing w:after="0"/>
        <w:ind w:firstLine="709"/>
      </w:pPr>
      <w:r w:rsidRPr="00305235">
        <w:t>Správa železnic, státní organizace</w:t>
      </w:r>
    </w:p>
    <w:p w14:paraId="23315896" w14:textId="77777777" w:rsidR="00B74007" w:rsidRPr="00305235" w:rsidRDefault="00B74007" w:rsidP="00B74007">
      <w:pPr>
        <w:pStyle w:val="Textbezodsazen"/>
        <w:spacing w:after="0"/>
        <w:ind w:left="709"/>
      </w:pPr>
      <w:r w:rsidRPr="00305235">
        <w:t>Stavební správa západ</w:t>
      </w:r>
    </w:p>
    <w:p w14:paraId="372049A2" w14:textId="77777777" w:rsidR="00B74007" w:rsidRPr="00305235" w:rsidRDefault="00B74007" w:rsidP="00B74007">
      <w:pPr>
        <w:pStyle w:val="Textbezodsazen"/>
        <w:spacing w:after="0"/>
        <w:ind w:left="709"/>
      </w:pPr>
      <w:r w:rsidRPr="00305235">
        <w:lastRenderedPageBreak/>
        <w:t xml:space="preserve">Sušická 1105/25, 326 00 Plzeň </w:t>
      </w:r>
    </w:p>
    <w:p w14:paraId="6CB5AF34" w14:textId="77777777" w:rsidR="00B74007" w:rsidRPr="00305235" w:rsidRDefault="00B74007" w:rsidP="00B74007">
      <w:pPr>
        <w:pStyle w:val="Textbezodsazen"/>
        <w:ind w:firstLine="709"/>
      </w:pPr>
      <w:r w:rsidRPr="00305235">
        <w:t xml:space="preserve">mobil 602 708 920, e-mail: </w:t>
      </w:r>
      <w:hyperlink r:id="rId14" w:history="1">
        <w:r w:rsidRPr="00305235">
          <w:rPr>
            <w:rStyle w:val="Hypertextovodkaz"/>
            <w:noProof w:val="0"/>
            <w:color w:val="auto"/>
            <w:u w:val="none"/>
          </w:rPr>
          <w:t>SestakM@spravazeleznic.cz</w:t>
        </w:r>
      </w:hyperlink>
    </w:p>
    <w:p w14:paraId="110F588D" w14:textId="77777777" w:rsidR="00B74007" w:rsidRPr="00DD6D21" w:rsidRDefault="00B74007" w:rsidP="00B74007">
      <w:pPr>
        <w:pStyle w:val="Textbezodsazen"/>
        <w:spacing w:after="0"/>
      </w:pPr>
      <w:r w:rsidRPr="00DD6D21">
        <w:t xml:space="preserve">Úředně oprávněný zeměměřický inženýr:  </w:t>
      </w:r>
    </w:p>
    <w:p w14:paraId="14C4DA0A" w14:textId="2A5C7921" w:rsidR="00B74007" w:rsidRPr="00305235" w:rsidRDefault="00B74007" w:rsidP="00B74007">
      <w:pPr>
        <w:pStyle w:val="Textbezodsazen"/>
        <w:spacing w:after="0"/>
        <w:ind w:left="709" w:hanging="425"/>
      </w:pPr>
      <w:r w:rsidRPr="00305235">
        <w:t xml:space="preserve">- </w:t>
      </w:r>
      <w:r w:rsidRPr="00305235">
        <w:tab/>
        <w:t xml:space="preserve">Ing. </w:t>
      </w:r>
      <w:r w:rsidR="00305235" w:rsidRPr="00305235">
        <w:t>Jana Moravcová</w:t>
      </w:r>
    </w:p>
    <w:p w14:paraId="5EED69AD" w14:textId="77777777" w:rsidR="00B74007" w:rsidRPr="00305235" w:rsidRDefault="00B74007" w:rsidP="00B74007">
      <w:pPr>
        <w:pStyle w:val="Textbezodsazen"/>
        <w:spacing w:after="0"/>
        <w:ind w:firstLine="709"/>
      </w:pPr>
      <w:r w:rsidRPr="00305235">
        <w:t>Správa železniční geodézie</w:t>
      </w:r>
    </w:p>
    <w:p w14:paraId="54FC0CF4" w14:textId="77777777" w:rsidR="00B74007" w:rsidRPr="00305235" w:rsidRDefault="00B74007" w:rsidP="00B74007">
      <w:pPr>
        <w:pStyle w:val="Textbezodsazen"/>
        <w:spacing w:after="0"/>
        <w:ind w:firstLine="709"/>
      </w:pPr>
      <w:r w:rsidRPr="00305235">
        <w:t>Václavková 169/1, 160 00 Praha - Dejvice</w:t>
      </w:r>
    </w:p>
    <w:p w14:paraId="1A6F029E" w14:textId="501D4D9F" w:rsidR="00C96E7C" w:rsidRPr="00305235" w:rsidRDefault="00B74007" w:rsidP="00B74007">
      <w:pPr>
        <w:pStyle w:val="Textbezodsazen"/>
        <w:ind w:firstLine="709"/>
      </w:pPr>
      <w:r w:rsidRPr="00305235">
        <w:t xml:space="preserve">mobil </w:t>
      </w:r>
      <w:r w:rsidR="00305235" w:rsidRPr="00305235">
        <w:t>702 228 979</w:t>
      </w:r>
      <w:r w:rsidRPr="00305235">
        <w:t xml:space="preserve">, e-mail: </w:t>
      </w:r>
      <w:r w:rsidR="00305235" w:rsidRPr="00305235">
        <w:t>MoravcovaJa</w:t>
      </w:r>
      <w:r w:rsidRPr="00305235">
        <w:t>@spravazeleznic.cz</w:t>
      </w:r>
    </w:p>
    <w:p w14:paraId="2FC4176E" w14:textId="77777777"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6CBADAC3" w:rsidR="00C96E7C" w:rsidRPr="007E5B98" w:rsidRDefault="00C96E7C" w:rsidP="00824DF9">
      <w:pPr>
        <w:pStyle w:val="Text1-2"/>
        <w:numPr>
          <w:ilvl w:val="0"/>
          <w:numId w:val="0"/>
        </w:numPr>
      </w:pPr>
      <w:r w:rsidRPr="009C1450">
        <w:t xml:space="preserve">Bankovní záruku za provedení </w:t>
      </w:r>
      <w:r w:rsidRPr="007E5B98">
        <w:t xml:space="preserve">Díla </w:t>
      </w:r>
      <w:r w:rsidR="00CC37E1" w:rsidRPr="007E5B98">
        <w:t xml:space="preserve">nebo Pojistnou záruku za provedení Díla </w:t>
      </w:r>
      <w:r w:rsidRPr="007E5B98">
        <w:t>je Zhotovitel povinen po</w:t>
      </w:r>
      <w:r w:rsidR="005D168C" w:rsidRPr="007E5B98">
        <w:t>skytnout ve výši alespoň 10 %</w:t>
      </w:r>
      <w:r w:rsidR="00582C15" w:rsidRPr="007E5B98">
        <w:t xml:space="preserve"> z </w:t>
      </w:r>
      <w:r w:rsidRPr="007E5B98">
        <w:t>nabídkové ceny uvedené</w:t>
      </w:r>
      <w:r w:rsidR="00582C15" w:rsidRPr="007E5B98">
        <w:t xml:space="preserve"> v </w:t>
      </w:r>
      <w:r w:rsidRPr="007E5B98">
        <w:t>Dopise nabídky, tj.</w:t>
      </w:r>
      <w:r w:rsidR="00071A0E" w:rsidRPr="007E5B98">
        <w:t xml:space="preserve"> [</w:t>
      </w:r>
      <w:r w:rsidRPr="007E5B98">
        <w:rPr>
          <w:highlight w:val="yellow"/>
        </w:rPr>
        <w:t>VLOŽÍ ZHOTOVITE</w:t>
      </w:r>
      <w:r w:rsidR="00071A0E" w:rsidRPr="007E5B98">
        <w:t>L]</w:t>
      </w:r>
      <w:r w:rsidRPr="007E5B98">
        <w:t xml:space="preserve"> Kč.</w:t>
      </w:r>
    </w:p>
    <w:p w14:paraId="04752105" w14:textId="59FBE777" w:rsidR="00C96E7C" w:rsidRPr="007E5B98" w:rsidRDefault="00C96E7C" w:rsidP="005D168C">
      <w:pPr>
        <w:pStyle w:val="Textbezodsazen"/>
      </w:pPr>
      <w:r w:rsidRPr="007E5B98">
        <w:t xml:space="preserve">Bankovní záruku za odstranění vad Díla </w:t>
      </w:r>
      <w:r w:rsidR="00CC37E1" w:rsidRPr="007E5B98">
        <w:t xml:space="preserve">nebo Pojistnou záruku za odstranění vad Díla </w:t>
      </w:r>
      <w:r w:rsidRPr="007E5B98">
        <w:t>je Zhotovitel povinen p</w:t>
      </w:r>
      <w:r w:rsidR="005D168C" w:rsidRPr="007E5B98">
        <w:t>oskytnout alespoň ve výši 5 %</w:t>
      </w:r>
      <w:r w:rsidR="00582C15" w:rsidRPr="007E5B98">
        <w:t xml:space="preserve"> z </w:t>
      </w:r>
      <w:r w:rsidRPr="007E5B98">
        <w:t>nabídkové ceny uvedené</w:t>
      </w:r>
      <w:r w:rsidR="00582C15" w:rsidRPr="007E5B98">
        <w:t xml:space="preserve"> v </w:t>
      </w:r>
      <w:r w:rsidRPr="007E5B98">
        <w:t xml:space="preserve">Dopis nabídky, tj. </w:t>
      </w:r>
      <w:r w:rsidR="00071A0E" w:rsidRPr="007E5B98">
        <w:t>[</w:t>
      </w:r>
      <w:r w:rsidR="00071A0E" w:rsidRPr="007E5B98">
        <w:rPr>
          <w:highlight w:val="yellow"/>
        </w:rPr>
        <w:t>VLOŽÍ ZHOTOVITE</w:t>
      </w:r>
      <w:r w:rsidR="00071A0E" w:rsidRPr="007E5B98">
        <w:t>L]</w:t>
      </w:r>
      <w:r w:rsidRPr="007E5B98">
        <w:t xml:space="preserve"> Kč.</w:t>
      </w:r>
    </w:p>
    <w:p w14:paraId="0A326A1D" w14:textId="77777777" w:rsidR="00C96E7C" w:rsidRPr="00CB67FD" w:rsidRDefault="00C96E7C" w:rsidP="005B7883">
      <w:pPr>
        <w:pStyle w:val="Nadpisbezsl1-2"/>
      </w:pPr>
      <w:r w:rsidRPr="00CB67FD">
        <w:t>4.3  Zástupce zhotovitele</w:t>
      </w:r>
    </w:p>
    <w:p w14:paraId="4B1D9F52" w14:textId="6F10BB75" w:rsidR="00C96E7C" w:rsidRDefault="00071A0E" w:rsidP="005D168C">
      <w:pPr>
        <w:pStyle w:val="Textbezodsazen"/>
      </w:pPr>
      <w:r>
        <w:t xml:space="preserve"> [</w:t>
      </w:r>
      <w:r w:rsidRPr="00E41EEA">
        <w:rPr>
          <w:highlight w:val="yellow"/>
        </w:rPr>
        <w:t>VLOŽÍ ZHOTOVITE</w:t>
      </w:r>
      <w:r>
        <w:t>L]</w:t>
      </w:r>
    </w:p>
    <w:p w14:paraId="5042D190" w14:textId="77777777" w:rsidR="00663C51" w:rsidRPr="00E05D27" w:rsidRDefault="00663C51" w:rsidP="00663C51">
      <w:pPr>
        <w:pStyle w:val="Nadpisbezsl1-2"/>
        <w:rPr>
          <w:color w:val="FF0000"/>
        </w:rPr>
      </w:pPr>
      <w:r w:rsidRPr="00EB6216">
        <w:t>4.4.</w:t>
      </w:r>
      <w:r>
        <w:t>1</w:t>
      </w:r>
      <w:r w:rsidRPr="00EB6216">
        <w:t xml:space="preserve"> </w:t>
      </w:r>
      <w:r>
        <w:t>Plnění podzhotoviteli</w:t>
      </w:r>
    </w:p>
    <w:p w14:paraId="2E6E6831" w14:textId="77777777" w:rsidR="00663C51" w:rsidRPr="0013533B" w:rsidRDefault="00663C51" w:rsidP="00663C51">
      <w:pPr>
        <w:pStyle w:val="Textbezodsazen"/>
      </w:pPr>
      <w:r w:rsidRPr="0013533B">
        <w:t>Do textu se doplňuje čtvrtá věta:</w:t>
      </w:r>
    </w:p>
    <w:p w14:paraId="6FF47070" w14:textId="5C9FE256" w:rsidR="00663C51" w:rsidRDefault="00663C51" w:rsidP="00663C51">
      <w:pPr>
        <w:pStyle w:val="Textbezodsazen"/>
      </w:pPr>
      <w:r w:rsidRPr="0013533B">
        <w:t>Nepožaduje se přitom, aby Zhotovitel oznamoval Objednateli jako své podzhotovitele osoby, které budou pouze dodávat materiál a/nebo zařízení nebo poskytovat služby, jejichž součástí není provádění vlastních prací na Díle.</w:t>
      </w:r>
      <w:bookmarkStart w:id="0" w:name="_GoBack"/>
      <w:bookmarkEnd w:id="0"/>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59D4C9E3" w14:textId="4DC135E0" w:rsidR="00C96E7C" w:rsidRPr="009C1450" w:rsidRDefault="00C96E7C" w:rsidP="005D168C">
      <w:pPr>
        <w:pStyle w:val="Nadpisbezsl1-2"/>
      </w:pPr>
      <w:r w:rsidRPr="009B641A">
        <w:t>4.</w:t>
      </w:r>
      <w:r w:rsidRPr="009C1450">
        <w:t xml:space="preserve">27  </w:t>
      </w:r>
      <w:r w:rsidRPr="00AD62C8">
        <w:t>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lastRenderedPageBreak/>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lastRenderedPageBreak/>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2E7C3F" w:rsidRDefault="00C45177" w:rsidP="00C45177">
      <w:pPr>
        <w:spacing w:after="120"/>
        <w:jc w:val="both"/>
        <w:rPr>
          <w:sz w:val="18"/>
          <w:szCs w:val="18"/>
        </w:rPr>
      </w:pPr>
      <w:r w:rsidRPr="002E7C3F">
        <w:rPr>
          <w:sz w:val="18"/>
          <w:szCs w:val="18"/>
        </w:rPr>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52D3EADB" w14:textId="4378A5B7" w:rsidR="00A3134E" w:rsidRDefault="00C45177" w:rsidP="00A3134E">
      <w:pPr>
        <w:spacing w:after="0"/>
        <w:jc w:val="both"/>
        <w:rPr>
          <w:sz w:val="18"/>
          <w:szCs w:val="18"/>
        </w:rPr>
      </w:pPr>
      <w:r w:rsidRPr="002E7C3F">
        <w:rPr>
          <w:sz w:val="18"/>
          <w:szCs w:val="18"/>
        </w:rPr>
        <w:t>Zhotovitel je povinen uhradit smluvní pokutu ve výši a za podmínek stanovených ve smlouvě o zpracování osobních údajů, která je Přílohou č. 5 Smlouvy o dílo.</w:t>
      </w:r>
    </w:p>
    <w:p w14:paraId="067A317B" w14:textId="259AD6BA" w:rsidR="001927B4" w:rsidRDefault="001927B4" w:rsidP="00A3134E">
      <w:pPr>
        <w:spacing w:after="0"/>
        <w:jc w:val="both"/>
        <w:rPr>
          <w:sz w:val="18"/>
          <w:szCs w:val="18"/>
        </w:rPr>
      </w:pPr>
    </w:p>
    <w:p w14:paraId="4DB990B8" w14:textId="77777777" w:rsidR="001927B4" w:rsidRPr="007E5B98" w:rsidRDefault="001927B4" w:rsidP="001927B4">
      <w:pPr>
        <w:autoSpaceDE w:val="0"/>
        <w:autoSpaceDN w:val="0"/>
        <w:adjustRightInd w:val="0"/>
        <w:spacing w:after="0" w:line="240" w:lineRule="auto"/>
        <w:jc w:val="both"/>
        <w:rPr>
          <w:rFonts w:eastAsia="Verdana" w:cs="Times New Roman"/>
          <w:b/>
        </w:rPr>
      </w:pPr>
      <w:r w:rsidRPr="007E5B98">
        <w:rPr>
          <w:rFonts w:eastAsia="Verdana" w:cs="Times New Roman"/>
          <w:b/>
        </w:rPr>
        <w:t>Pod-článek 4.27 (t)</w:t>
      </w:r>
    </w:p>
    <w:p w14:paraId="62F1BC4E" w14:textId="1D38296B" w:rsidR="001927B4" w:rsidRPr="007E5B98" w:rsidRDefault="001927B4" w:rsidP="001927B4">
      <w:pPr>
        <w:autoSpaceDE w:val="0"/>
        <w:autoSpaceDN w:val="0"/>
        <w:adjustRightInd w:val="0"/>
        <w:spacing w:after="0" w:line="240" w:lineRule="auto"/>
        <w:jc w:val="both"/>
        <w:rPr>
          <w:rFonts w:ascii="Arial" w:hAnsi="Arial" w:cs="Arial"/>
          <w:sz w:val="18"/>
          <w:szCs w:val="18"/>
        </w:rPr>
      </w:pPr>
      <w:r w:rsidRPr="007E5B98">
        <w:rPr>
          <w:rFonts w:ascii="Arial" w:hAnsi="Arial" w:cs="Arial"/>
          <w:sz w:val="18"/>
          <w:szCs w:val="18"/>
        </w:rPr>
        <w:t>Zhotovitel je povinen uh</w:t>
      </w:r>
      <w:r w:rsidR="00E1201F">
        <w:rPr>
          <w:rFonts w:ascii="Arial" w:hAnsi="Arial" w:cs="Arial"/>
          <w:sz w:val="18"/>
          <w:szCs w:val="18"/>
        </w:rPr>
        <w:t xml:space="preserve">radit smluvní pokutu ve výši 20 </w:t>
      </w:r>
      <w:r w:rsidRPr="007E5B98">
        <w:rPr>
          <w:rFonts w:ascii="Arial" w:hAnsi="Arial" w:cs="Arial"/>
          <w:sz w:val="18"/>
          <w:szCs w:val="18"/>
        </w:rPr>
        <w:t>000 Kč za každý případ a za každou započatou hodinu prodlení.</w:t>
      </w:r>
    </w:p>
    <w:p w14:paraId="6ED1F7E4" w14:textId="77777777" w:rsidR="001927B4" w:rsidRPr="007E5B98" w:rsidRDefault="001927B4" w:rsidP="001927B4">
      <w:pPr>
        <w:autoSpaceDE w:val="0"/>
        <w:autoSpaceDN w:val="0"/>
        <w:adjustRightInd w:val="0"/>
        <w:spacing w:after="0" w:line="240" w:lineRule="auto"/>
        <w:jc w:val="both"/>
        <w:rPr>
          <w:rFonts w:ascii="Arial" w:hAnsi="Arial" w:cs="Arial"/>
        </w:rPr>
      </w:pPr>
    </w:p>
    <w:p w14:paraId="081FD3D4" w14:textId="77777777" w:rsidR="001927B4" w:rsidRPr="007E5B98" w:rsidRDefault="001927B4" w:rsidP="001927B4">
      <w:pPr>
        <w:autoSpaceDE w:val="0"/>
        <w:autoSpaceDN w:val="0"/>
        <w:adjustRightInd w:val="0"/>
        <w:spacing w:after="0" w:line="240" w:lineRule="auto"/>
        <w:jc w:val="both"/>
        <w:rPr>
          <w:rFonts w:eastAsia="Verdana" w:cs="Times New Roman"/>
        </w:rPr>
      </w:pPr>
      <w:r w:rsidRPr="007E5B98">
        <w:rPr>
          <w:rFonts w:eastAsia="Verdana" w:cs="Times New Roman"/>
          <w:b/>
        </w:rPr>
        <w:t>Pod-článek 4.27 (u)</w:t>
      </w:r>
    </w:p>
    <w:p w14:paraId="480E1201" w14:textId="77777777" w:rsidR="001927B4" w:rsidRPr="007E5B98" w:rsidRDefault="001927B4" w:rsidP="001927B4">
      <w:pPr>
        <w:autoSpaceDE w:val="0"/>
        <w:autoSpaceDN w:val="0"/>
        <w:adjustRightInd w:val="0"/>
        <w:spacing w:after="0" w:line="240" w:lineRule="auto"/>
        <w:jc w:val="both"/>
        <w:rPr>
          <w:rFonts w:asciiTheme="minorHAnsi" w:hAnsiTheme="minorHAnsi" w:cs="Arial"/>
          <w:sz w:val="18"/>
          <w:szCs w:val="18"/>
        </w:rPr>
      </w:pPr>
      <w:r w:rsidRPr="007E5B98">
        <w:rPr>
          <w:rFonts w:asciiTheme="minorHAnsi" w:hAnsiTheme="minorHAnsi" w:cs="Arial"/>
          <w:sz w:val="18"/>
          <w:szCs w:val="18"/>
        </w:rPr>
        <w:t>Zhotovitel je povinen uhradit smluvní pokutu:</w:t>
      </w:r>
    </w:p>
    <w:p w14:paraId="5ED58DB9" w14:textId="77777777" w:rsidR="001927B4" w:rsidRPr="007E5B98" w:rsidRDefault="001927B4" w:rsidP="001927B4">
      <w:pPr>
        <w:pStyle w:val="Odstavecseseznamem"/>
        <w:numPr>
          <w:ilvl w:val="0"/>
          <w:numId w:val="50"/>
        </w:numPr>
        <w:autoSpaceDE w:val="0"/>
        <w:autoSpaceDN w:val="0"/>
        <w:spacing w:after="160" w:line="259" w:lineRule="auto"/>
        <w:jc w:val="both"/>
        <w:rPr>
          <w:rFonts w:asciiTheme="minorHAnsi" w:hAnsiTheme="minorHAnsi"/>
          <w:sz w:val="18"/>
          <w:szCs w:val="18"/>
        </w:rPr>
      </w:pPr>
      <w:r w:rsidRPr="007E5B98">
        <w:rPr>
          <w:rFonts w:asciiTheme="minorHAnsi" w:hAnsiTheme="minorHAnsi"/>
          <w:sz w:val="18"/>
          <w:szCs w:val="18"/>
        </w:rPr>
        <w:t xml:space="preserve">za způsobené omezení provozování (každé) koleje na trati regionální ve výši </w:t>
      </w:r>
      <w:r w:rsidRPr="007E5B98">
        <w:rPr>
          <w:rFonts w:asciiTheme="minorHAnsi" w:hAnsiTheme="minorHAnsi"/>
          <w:bCs/>
          <w:sz w:val="18"/>
          <w:szCs w:val="18"/>
        </w:rPr>
        <w:t>25 000 Kč</w:t>
      </w:r>
      <w:r w:rsidRPr="007E5B98">
        <w:rPr>
          <w:rFonts w:asciiTheme="minorHAnsi" w:hAnsiTheme="minorHAnsi"/>
          <w:sz w:val="18"/>
          <w:szCs w:val="18"/>
        </w:rPr>
        <w:t xml:space="preserve"> za každou započatou hodinu za každou omezenou kolej;</w:t>
      </w:r>
    </w:p>
    <w:p w14:paraId="41AAD87C" w14:textId="77777777" w:rsidR="001927B4" w:rsidRPr="007E5B98" w:rsidRDefault="001927B4" w:rsidP="001927B4">
      <w:pPr>
        <w:pStyle w:val="Odstavecseseznamem"/>
        <w:autoSpaceDE w:val="0"/>
        <w:autoSpaceDN w:val="0"/>
        <w:ind w:hanging="360"/>
        <w:jc w:val="both"/>
        <w:rPr>
          <w:rFonts w:asciiTheme="minorHAnsi" w:hAnsiTheme="minorHAnsi"/>
          <w:sz w:val="18"/>
          <w:szCs w:val="18"/>
        </w:rPr>
      </w:pPr>
      <w:r w:rsidRPr="007E5B98">
        <w:rPr>
          <w:rFonts w:asciiTheme="minorHAnsi" w:hAnsiTheme="minorHAnsi" w:cs="Arial"/>
          <w:sz w:val="18"/>
          <w:szCs w:val="18"/>
        </w:rPr>
        <w:t>-</w:t>
      </w:r>
      <w:r w:rsidRPr="007E5B98">
        <w:rPr>
          <w:rFonts w:asciiTheme="minorHAnsi" w:hAnsiTheme="minorHAnsi"/>
          <w:sz w:val="18"/>
          <w:szCs w:val="18"/>
        </w:rPr>
        <w:t xml:space="preserve">    za způsobené omezení provozování (každé) koleje na trati celostátní ve výši </w:t>
      </w:r>
      <w:r w:rsidRPr="007E5B98">
        <w:rPr>
          <w:rFonts w:asciiTheme="minorHAnsi" w:hAnsiTheme="minorHAnsi"/>
          <w:bCs/>
          <w:sz w:val="18"/>
          <w:szCs w:val="18"/>
        </w:rPr>
        <w:t xml:space="preserve">50 000 Kč za </w:t>
      </w:r>
      <w:r w:rsidRPr="007E5B98">
        <w:rPr>
          <w:rFonts w:asciiTheme="minorHAnsi" w:hAnsiTheme="minorHAnsi"/>
          <w:sz w:val="18"/>
          <w:szCs w:val="18"/>
        </w:rPr>
        <w:t>každou započatou hodinu za každou omezenou kolej;</w:t>
      </w:r>
    </w:p>
    <w:p w14:paraId="523FE490" w14:textId="77777777" w:rsidR="001927B4" w:rsidRPr="007E5B98" w:rsidRDefault="001927B4" w:rsidP="001927B4">
      <w:pPr>
        <w:pStyle w:val="Odstavecseseznamem"/>
        <w:autoSpaceDE w:val="0"/>
        <w:autoSpaceDN w:val="0"/>
        <w:ind w:hanging="360"/>
        <w:jc w:val="both"/>
        <w:rPr>
          <w:rFonts w:asciiTheme="minorHAnsi" w:hAnsiTheme="minorHAnsi"/>
          <w:sz w:val="18"/>
          <w:szCs w:val="18"/>
        </w:rPr>
      </w:pPr>
      <w:r w:rsidRPr="007E5B98">
        <w:rPr>
          <w:rFonts w:asciiTheme="minorHAnsi" w:hAnsiTheme="minorHAnsi" w:cs="Arial"/>
          <w:sz w:val="18"/>
          <w:szCs w:val="18"/>
        </w:rPr>
        <w:t>-</w:t>
      </w:r>
      <w:r w:rsidRPr="007E5B98">
        <w:rPr>
          <w:rFonts w:asciiTheme="minorHAnsi" w:hAnsiTheme="minorHAnsi"/>
          <w:sz w:val="18"/>
          <w:szCs w:val="18"/>
        </w:rPr>
        <w:t xml:space="preserve">     za způsobené omezení provozování (každé) koleje na trati zařazené do systému TEN-T comprehensive ve výši </w:t>
      </w:r>
      <w:r w:rsidRPr="007E5B98">
        <w:rPr>
          <w:rFonts w:asciiTheme="minorHAnsi" w:hAnsiTheme="minorHAnsi"/>
          <w:bCs/>
          <w:sz w:val="18"/>
          <w:szCs w:val="18"/>
        </w:rPr>
        <w:t xml:space="preserve">100 000 Kč za </w:t>
      </w:r>
      <w:r w:rsidRPr="007E5B98">
        <w:rPr>
          <w:rFonts w:asciiTheme="minorHAnsi" w:hAnsiTheme="minorHAnsi"/>
          <w:sz w:val="18"/>
          <w:szCs w:val="18"/>
        </w:rPr>
        <w:t>každou započatou hodinu za každou omezenou kolej;</w:t>
      </w:r>
    </w:p>
    <w:p w14:paraId="78304825" w14:textId="77777777" w:rsidR="001927B4" w:rsidRPr="007E5B98" w:rsidRDefault="001927B4" w:rsidP="001927B4">
      <w:pPr>
        <w:pStyle w:val="Odstavecseseznamem"/>
        <w:numPr>
          <w:ilvl w:val="0"/>
          <w:numId w:val="50"/>
        </w:numPr>
        <w:autoSpaceDE w:val="0"/>
        <w:autoSpaceDN w:val="0"/>
        <w:spacing w:after="160" w:line="259" w:lineRule="auto"/>
        <w:jc w:val="both"/>
        <w:rPr>
          <w:rFonts w:asciiTheme="minorHAnsi" w:hAnsiTheme="minorHAnsi"/>
          <w:sz w:val="18"/>
          <w:szCs w:val="18"/>
        </w:rPr>
      </w:pPr>
      <w:r w:rsidRPr="007E5B98">
        <w:rPr>
          <w:rFonts w:asciiTheme="minorHAnsi" w:hAnsiTheme="minorHAnsi"/>
          <w:sz w:val="18"/>
          <w:szCs w:val="18"/>
        </w:rPr>
        <w:t xml:space="preserve">za způsobené omezení provozování (každé) koleje na trati zařazené do systému TEN-T core ve výši </w:t>
      </w:r>
      <w:r w:rsidRPr="007E5B98">
        <w:rPr>
          <w:rFonts w:asciiTheme="minorHAnsi" w:hAnsiTheme="minorHAnsi"/>
          <w:bCs/>
          <w:sz w:val="18"/>
          <w:szCs w:val="18"/>
        </w:rPr>
        <w:t>200 000 Kč</w:t>
      </w:r>
      <w:r w:rsidRPr="007E5B98">
        <w:rPr>
          <w:rFonts w:asciiTheme="minorHAnsi" w:hAnsiTheme="minorHAnsi"/>
          <w:sz w:val="18"/>
          <w:szCs w:val="18"/>
        </w:rPr>
        <w:t xml:space="preserve"> za každou započatou hodinu za každou omezenou kolej.</w:t>
      </w:r>
    </w:p>
    <w:p w14:paraId="6F4C997E" w14:textId="77777777" w:rsidR="001927B4" w:rsidRPr="007E5B98" w:rsidRDefault="001927B4" w:rsidP="001927B4">
      <w:pPr>
        <w:spacing w:after="0"/>
        <w:jc w:val="both"/>
        <w:rPr>
          <w:b/>
        </w:rPr>
      </w:pPr>
      <w:r w:rsidRPr="007E5B98">
        <w:rPr>
          <w:b/>
        </w:rPr>
        <w:t>Pod-článek 4.27 (v)</w:t>
      </w:r>
    </w:p>
    <w:p w14:paraId="68A95FE5" w14:textId="523D8F58" w:rsidR="001927B4" w:rsidRPr="007E5B98" w:rsidRDefault="001927B4" w:rsidP="001927B4">
      <w:pPr>
        <w:spacing w:after="0"/>
        <w:jc w:val="both"/>
        <w:rPr>
          <w:sz w:val="18"/>
          <w:szCs w:val="18"/>
        </w:rPr>
      </w:pPr>
      <w:r w:rsidRPr="007E5B98">
        <w:rPr>
          <w:sz w:val="18"/>
          <w:szCs w:val="18"/>
        </w:rPr>
        <w:t>Zhotovitel je povinen uhradit smluvní pokutu ve výši 10 000 Kč za každý případ zjištěného porušení povinnosti, maximálně 200 000 Kč</w:t>
      </w:r>
      <w:r w:rsidR="00DA5E07" w:rsidRPr="007E5B98">
        <w:rPr>
          <w:sz w:val="18"/>
          <w:szCs w:val="18"/>
        </w:rPr>
        <w:t>.</w:t>
      </w:r>
      <w:r w:rsidRPr="007E5B98">
        <w:rPr>
          <w:sz w:val="18"/>
          <w:szCs w:val="18"/>
        </w:rPr>
        <w:t xml:space="preserve"> </w:t>
      </w:r>
    </w:p>
    <w:p w14:paraId="44D0CE66" w14:textId="77777777" w:rsidR="001927B4" w:rsidRPr="007E5B98" w:rsidRDefault="001927B4" w:rsidP="001927B4">
      <w:pPr>
        <w:spacing w:after="0"/>
        <w:jc w:val="both"/>
        <w:rPr>
          <w:sz w:val="18"/>
          <w:szCs w:val="18"/>
        </w:rPr>
      </w:pPr>
    </w:p>
    <w:p w14:paraId="198B02B6" w14:textId="77777777" w:rsidR="001927B4" w:rsidRPr="007E5B98" w:rsidRDefault="001927B4" w:rsidP="001927B4">
      <w:pPr>
        <w:spacing w:after="0"/>
        <w:jc w:val="both"/>
        <w:rPr>
          <w:b/>
        </w:rPr>
      </w:pPr>
      <w:r w:rsidRPr="007E5B98">
        <w:rPr>
          <w:b/>
        </w:rPr>
        <w:t>Pod-článek 4.27 (w)</w:t>
      </w:r>
    </w:p>
    <w:p w14:paraId="04F3C9ED" w14:textId="77777777" w:rsidR="001927B4" w:rsidRPr="007E5B98" w:rsidRDefault="001927B4" w:rsidP="001927B4">
      <w:pPr>
        <w:spacing w:after="0"/>
        <w:jc w:val="both"/>
        <w:rPr>
          <w:sz w:val="18"/>
          <w:szCs w:val="18"/>
        </w:rPr>
      </w:pPr>
      <w:r w:rsidRPr="007E5B98">
        <w:rPr>
          <w:sz w:val="18"/>
          <w:szCs w:val="18"/>
        </w:rPr>
        <w:t>Zhotovitel je povinen uhradit smluvní pokutu ve výši 2 000 Kč za každý byť i započatý den prodlení se splněním povinnosti.</w:t>
      </w:r>
    </w:p>
    <w:p w14:paraId="1796395B" w14:textId="77777777" w:rsidR="001927B4" w:rsidRPr="007E5B98" w:rsidRDefault="001927B4" w:rsidP="001927B4">
      <w:pPr>
        <w:spacing w:after="0"/>
        <w:jc w:val="both"/>
        <w:rPr>
          <w:sz w:val="18"/>
          <w:szCs w:val="18"/>
        </w:rPr>
      </w:pPr>
    </w:p>
    <w:p w14:paraId="79230AA2" w14:textId="77777777" w:rsidR="001927B4" w:rsidRPr="007E5B98" w:rsidRDefault="001927B4" w:rsidP="001927B4">
      <w:pPr>
        <w:spacing w:after="0"/>
        <w:jc w:val="both"/>
        <w:rPr>
          <w:b/>
        </w:rPr>
      </w:pPr>
      <w:r w:rsidRPr="007E5B98">
        <w:rPr>
          <w:b/>
        </w:rPr>
        <w:t>Pod-článek 4.27 (x)</w:t>
      </w:r>
    </w:p>
    <w:p w14:paraId="505BD9FE" w14:textId="77777777" w:rsidR="001927B4" w:rsidRPr="007E5B98" w:rsidRDefault="001927B4" w:rsidP="001927B4">
      <w:pPr>
        <w:spacing w:after="0"/>
        <w:jc w:val="both"/>
        <w:rPr>
          <w:sz w:val="18"/>
          <w:szCs w:val="18"/>
        </w:rPr>
      </w:pPr>
      <w:r w:rsidRPr="007E5B98">
        <w:rPr>
          <w:sz w:val="18"/>
          <w:szCs w:val="18"/>
        </w:rPr>
        <w:t>Zhotovitel je povinen uhradit smluvní pokutu ve výši 100 000 Kč za každou neumožněnou exkurzi.</w:t>
      </w:r>
    </w:p>
    <w:p w14:paraId="673B5080" w14:textId="43E97E89"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lastRenderedPageBreak/>
        <w:t>4.28 Postupné závazné milníky</w:t>
      </w:r>
    </w:p>
    <w:p w14:paraId="78458959" w14:textId="63DB43DD" w:rsidR="00500582" w:rsidRDefault="00500582" w:rsidP="00500582">
      <w:pPr>
        <w:pStyle w:val="Textbezodsazen"/>
      </w:pPr>
      <w:r>
        <w:t>Pro provádění Díla jsou stanoveny následující milníky:</w:t>
      </w:r>
      <w:r w:rsidR="006B047C">
        <w:t xml:space="preserve"> </w:t>
      </w:r>
      <w:r w:rsidR="006B047C" w:rsidRPr="003772F2">
        <w:t>zahájení a ukončení výluky dle schváleného Harmonogramu.</w:t>
      </w:r>
    </w:p>
    <w:p w14:paraId="66854CDD" w14:textId="0BDFA984" w:rsidR="00C96E7C" w:rsidRDefault="00C96E7C" w:rsidP="005B7883">
      <w:pPr>
        <w:pStyle w:val="Nadpisbezsl1-2"/>
      </w:pPr>
      <w:r>
        <w:t>8.2, 8.4  Doba pro dokončení, Prodloužení doby pro dokončení</w:t>
      </w:r>
    </w:p>
    <w:p w14:paraId="22E2A309" w14:textId="4040F9B4" w:rsidR="00C96E7C" w:rsidRDefault="00C96E7C" w:rsidP="005D168C">
      <w:pPr>
        <w:pStyle w:val="Textbezodsazen"/>
      </w:pPr>
      <w:r>
        <w:t>Zhotovitel je povinen dokončit celé Dílo včetně příslušné dokumentace dle pod-článku 7.9 do</w:t>
      </w:r>
      <w:r w:rsidR="004D4B84">
        <w:t xml:space="preserve"> </w:t>
      </w:r>
      <w:r w:rsidR="006B047C" w:rsidRPr="00DC1CD0">
        <w:rPr>
          <w:b/>
        </w:rPr>
        <w:t>36 měsíců</w:t>
      </w:r>
      <w:r w:rsidRPr="00DC1CD0">
        <w:t xml:space="preserve"> od Data </w:t>
      </w:r>
      <w:r>
        <w:t>zahájení prací.</w:t>
      </w:r>
    </w:p>
    <w:p w14:paraId="17B84FF3" w14:textId="2D8025A6" w:rsidR="00BB4FB4" w:rsidRPr="00C960A8" w:rsidRDefault="00BB4FB4" w:rsidP="00C960A8">
      <w:pPr>
        <w:autoSpaceDE w:val="0"/>
        <w:autoSpaceDN w:val="0"/>
        <w:adjustRightInd w:val="0"/>
        <w:spacing w:after="0" w:line="240" w:lineRule="auto"/>
        <w:jc w:val="both"/>
        <w:rPr>
          <w:sz w:val="18"/>
          <w:szCs w:val="18"/>
        </w:rPr>
      </w:pPr>
      <w:r w:rsidRPr="002D5D13">
        <w:rPr>
          <w:sz w:val="18"/>
          <w:szCs w:val="18"/>
        </w:rPr>
        <w:t>Lhůty uvedené v Pod-článku 7.9 Smluvních podmínek se v případě této Smlouvy nepoužijí.</w:t>
      </w:r>
      <w:r w:rsidR="002D5D13">
        <w:rPr>
          <w:sz w:val="18"/>
          <w:szCs w:val="18"/>
        </w:rPr>
        <w:t xml:space="preserve"> </w:t>
      </w:r>
      <w:r w:rsidRPr="002D5D13">
        <w:rPr>
          <w:sz w:val="18"/>
          <w:szCs w:val="18"/>
        </w:rPr>
        <w:t xml:space="preserve">Lhůty jsou stanovené takto: </w:t>
      </w:r>
      <w:r w:rsidR="002D5D13" w:rsidRPr="002D5D13">
        <w:rPr>
          <w:sz w:val="18"/>
          <w:szCs w:val="18"/>
        </w:rPr>
        <w:t xml:space="preserve">do </w:t>
      </w:r>
      <w:r w:rsidR="002D5D13" w:rsidRPr="002D5D13">
        <w:rPr>
          <w:b/>
          <w:sz w:val="18"/>
          <w:szCs w:val="18"/>
        </w:rPr>
        <w:t xml:space="preserve">12 měsíců </w:t>
      </w:r>
      <w:r w:rsidR="002D5D13" w:rsidRPr="00C960A8">
        <w:rPr>
          <w:rFonts w:cs="Verdana-Bold"/>
          <w:bCs/>
          <w:sz w:val="18"/>
          <w:szCs w:val="18"/>
        </w:rPr>
        <w:t>ode</w:t>
      </w:r>
      <w:r w:rsidR="00C960A8" w:rsidRPr="00C960A8">
        <w:rPr>
          <w:rFonts w:cs="Verdana-Bold"/>
          <w:bCs/>
          <w:sz w:val="18"/>
          <w:szCs w:val="18"/>
        </w:rPr>
        <w:t xml:space="preserve"> </w:t>
      </w:r>
      <w:r w:rsidR="002D5D13" w:rsidRPr="00C960A8">
        <w:rPr>
          <w:rFonts w:cs="Verdana-Bold"/>
          <w:bCs/>
          <w:sz w:val="18"/>
          <w:szCs w:val="18"/>
        </w:rPr>
        <w:t>dne, kdy bylo vydáno Potvrzení o převzetí Sekce 1 stavební, nejpozději však do</w:t>
      </w:r>
      <w:r w:rsidR="00C960A8" w:rsidRPr="00C960A8">
        <w:rPr>
          <w:rFonts w:cs="Verdana-Bold"/>
          <w:bCs/>
          <w:sz w:val="18"/>
          <w:szCs w:val="18"/>
        </w:rPr>
        <w:t xml:space="preserve"> </w:t>
      </w:r>
      <w:r w:rsidR="002D5D13" w:rsidRPr="00C960A8">
        <w:rPr>
          <w:rFonts w:cs="Verdana-Bold"/>
          <w:bCs/>
          <w:sz w:val="18"/>
          <w:szCs w:val="18"/>
        </w:rPr>
        <w:t>termínu Doby pro dokončení.</w:t>
      </w:r>
    </w:p>
    <w:p w14:paraId="2F057894" w14:textId="76DEEE72" w:rsidR="00C96E7C" w:rsidRPr="007E5B98" w:rsidRDefault="00C96E7C" w:rsidP="005B7883">
      <w:pPr>
        <w:pStyle w:val="Nadpisbezsl1-2"/>
      </w:pPr>
      <w:r>
        <w:t>8.2, 1.1.3.10  Doba pro uvedení do provozu</w:t>
      </w:r>
      <w:r w:rsidR="00DD0A5F" w:rsidRPr="007E5B98">
        <w:t>/zkušebního provozu</w:t>
      </w:r>
    </w:p>
    <w:p w14:paraId="7FEF8740" w14:textId="06DC97BD" w:rsidR="00C96E7C" w:rsidRPr="007E5B98" w:rsidRDefault="00C96E7C" w:rsidP="005D168C">
      <w:pPr>
        <w:pStyle w:val="Textbezodsazen"/>
      </w:pPr>
      <w:r w:rsidRPr="007E5B98">
        <w:t xml:space="preserve">Zhotovitel je povinen dokončit </w:t>
      </w:r>
      <w:r w:rsidR="00DD0A5F" w:rsidRPr="007E5B98">
        <w:t>Sekci 1 stavební</w:t>
      </w:r>
      <w:r w:rsidR="00582C15" w:rsidRPr="007E5B98">
        <w:t xml:space="preserve"> v </w:t>
      </w:r>
      <w:r w:rsidRPr="007E5B98">
        <w:t xml:space="preserve">rozsahu nezbytném pro účely uvedení Sekce </w:t>
      </w:r>
      <w:r w:rsidR="00DD0A5F" w:rsidRPr="007E5B98">
        <w:t xml:space="preserve">1 stavební </w:t>
      </w:r>
      <w:r w:rsidRPr="007E5B98">
        <w:t>do provozu</w:t>
      </w:r>
      <w:r w:rsidR="00DD0A5F" w:rsidRPr="007E5B98">
        <w:t>/zkušebního provozu</w:t>
      </w:r>
      <w:r w:rsidRPr="007E5B98">
        <w:t xml:space="preserve"> za podmínek zákona</w:t>
      </w:r>
      <w:r w:rsidR="00582C15" w:rsidRPr="007E5B98">
        <w:t xml:space="preserve"> </w:t>
      </w:r>
      <w:r w:rsidR="00DD0A5F" w:rsidRPr="007E5B98">
        <w:t xml:space="preserve">č.183/2006 Sb, stavební zákon, </w:t>
      </w:r>
      <w:r w:rsidR="00582C15" w:rsidRPr="007E5B98">
        <w:t>a </w:t>
      </w:r>
      <w:r w:rsidRPr="007E5B98">
        <w:t>zákona</w:t>
      </w:r>
      <w:r w:rsidR="00582C15" w:rsidRPr="007E5B98">
        <w:t xml:space="preserve"> </w:t>
      </w:r>
      <w:r w:rsidR="00DD0A5F" w:rsidRPr="007E5B98">
        <w:t>č.266/1994 Sb.</w:t>
      </w:r>
      <w:r w:rsidR="00BB4FB4">
        <w:t xml:space="preserve"> </w:t>
      </w:r>
      <w:r w:rsidR="00582C15" w:rsidRPr="007E5B98">
        <w:t>o </w:t>
      </w:r>
      <w:r w:rsidR="00DD0A5F" w:rsidRPr="007E5B98">
        <w:t>drá</w:t>
      </w:r>
      <w:r w:rsidRPr="007E5B98">
        <w:t xml:space="preserve">hách nejpozději do </w:t>
      </w:r>
      <w:r w:rsidR="00D73233" w:rsidRPr="00DC1CD0">
        <w:rPr>
          <w:b/>
        </w:rPr>
        <w:t>24</w:t>
      </w:r>
      <w:r w:rsidRPr="00DC1CD0">
        <w:rPr>
          <w:b/>
        </w:rPr>
        <w:t xml:space="preserve"> měsíců</w:t>
      </w:r>
      <w:r w:rsidRPr="00DC1CD0">
        <w:t xml:space="preserve"> </w:t>
      </w:r>
      <w:r w:rsidRPr="007E5B98">
        <w:t>od Data zahájení prací.</w:t>
      </w:r>
    </w:p>
    <w:p w14:paraId="2B6E7F9A" w14:textId="77777777"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5ADADCEF"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195AA3EE" w14:textId="5B5368CD" w:rsidR="00B144CF" w:rsidRPr="007E5B98" w:rsidRDefault="00B144CF" w:rsidP="00B144CF">
      <w:pPr>
        <w:pStyle w:val="Odrka1-1"/>
        <w:numPr>
          <w:ilvl w:val="0"/>
          <w:numId w:val="0"/>
        </w:numPr>
      </w:pPr>
      <w:r w:rsidRPr="007E5B98">
        <w:t>Pokud u některých dílčích technologických celků nebo některých materiálů či výrobků jsou v</w:t>
      </w:r>
      <w:r w:rsidR="00730376">
        <w:t> </w:t>
      </w:r>
      <w:r w:rsidR="000D5FCB" w:rsidRPr="007E5B98">
        <w:t>T</w:t>
      </w:r>
      <w:r w:rsidR="00730376">
        <w:t>echnické specifikaci</w:t>
      </w:r>
      <w:r w:rsidRPr="007E5B98">
        <w:t xml:space="preserve"> </w:t>
      </w:r>
      <w:r w:rsidR="000D5FCB" w:rsidRPr="007E5B98">
        <w:t>(např.</w:t>
      </w:r>
      <w:r w:rsidR="005F28D2" w:rsidRPr="007E5B98">
        <w:t xml:space="preserve"> i </w:t>
      </w:r>
      <w:r w:rsidR="000D5FCB" w:rsidRPr="007E5B98">
        <w:t>odkaze</w:t>
      </w:r>
      <w:r w:rsidR="00DD0A5F" w:rsidRPr="007E5B98">
        <w:t>m na Technické podmínky dodací/</w:t>
      </w:r>
      <w:r w:rsidR="004D165A" w:rsidRPr="007E5B98">
        <w:t>výrobku</w:t>
      </w:r>
      <w:r w:rsidR="000D5FCB" w:rsidRPr="007E5B98">
        <w:t xml:space="preserve">) </w:t>
      </w:r>
      <w:r w:rsidRPr="007E5B98">
        <w:t>stanoveny kratší nebo delší záruční doby než výše uvedené, platí záruční doby uvedené v příslušných technických podmínkách.</w:t>
      </w:r>
      <w:r w:rsidR="000D5FCB" w:rsidRPr="007E5B98">
        <w:t xml:space="preserve"> </w:t>
      </w:r>
    </w:p>
    <w:p w14:paraId="1E18EE44" w14:textId="48FE49E9" w:rsidR="00D90D67" w:rsidRDefault="005F28D2" w:rsidP="00730376">
      <w:pPr>
        <w:pStyle w:val="Odrka1-1"/>
        <w:numPr>
          <w:ilvl w:val="0"/>
          <w:numId w:val="0"/>
        </w:numPr>
      </w:pPr>
      <w:r w:rsidRPr="007E5B98">
        <w:t xml:space="preserve">Bližší podmínky uplatnění práv Objednatele z odpovědnosti Zhotovitele za vady </w:t>
      </w:r>
      <w:r w:rsidR="004D165A" w:rsidRPr="007E5B98">
        <w:t xml:space="preserve">v záruční době jsou </w:t>
      </w:r>
      <w:r w:rsidR="00730376">
        <w:t>uvedeny v Technické specifikaci</w:t>
      </w:r>
      <w:r w:rsidR="004D165A" w:rsidRPr="007E5B98">
        <w:t>.</w:t>
      </w:r>
    </w:p>
    <w:p w14:paraId="3D796B57" w14:textId="77777777"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lastRenderedPageBreak/>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Pr="00DC1CD0" w:rsidRDefault="00C96E7C" w:rsidP="005B7883">
      <w:pPr>
        <w:pStyle w:val="Nadpisbezsl1-2"/>
      </w:pPr>
      <w:r w:rsidRPr="00DC1CD0">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0D30A2F3"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D86A72" w:rsidRPr="00DC1CD0">
        <w:t xml:space="preserve">30 % </w:t>
      </w:r>
      <w:r w:rsidRPr="00DC1CD0">
        <w:t>smluvní hodnoty prací předpokládaných</w:t>
      </w:r>
      <w:r w:rsidR="00582C15" w:rsidRPr="00DC1CD0">
        <w:t xml:space="preserve"> k </w:t>
      </w:r>
      <w:r w:rsidRPr="00DC1CD0">
        <w:t xml:space="preserve">realizaci pro příslušný kalendářní rok dle podrobného Harmonogramu  </w:t>
      </w:r>
      <w:r>
        <w:t>[8.3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Pr="007E5B98"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w:t>
      </w:r>
      <w:r w:rsidRPr="007E5B98">
        <w:t xml:space="preserve">nadcházejícím tím, že: </w:t>
      </w:r>
    </w:p>
    <w:p w14:paraId="5A2CC80D" w14:textId="77777777" w:rsidR="00C96E7C" w:rsidRPr="007E5B98" w:rsidRDefault="00C96E7C" w:rsidP="00AA7F27">
      <w:pPr>
        <w:pStyle w:val="Odstavec1-1a"/>
        <w:numPr>
          <w:ilvl w:val="0"/>
          <w:numId w:val="47"/>
        </w:numPr>
      </w:pPr>
      <w:r w:rsidRPr="007E5B98">
        <w:t>Zhotovitel prokazatelně oznámí Objednateli do 15 dnů ode dne uplynutí zálohovaného období prodloužení zálohovaného období,</w:t>
      </w:r>
      <w:r w:rsidR="00582C15" w:rsidRPr="007E5B98">
        <w:t xml:space="preserve"> a </w:t>
      </w:r>
      <w:r w:rsidRPr="007E5B98">
        <w:t>to</w:t>
      </w:r>
      <w:r w:rsidR="00582C15" w:rsidRPr="007E5B98">
        <w:t xml:space="preserve"> o </w:t>
      </w:r>
      <w:r w:rsidRPr="007E5B98">
        <w:t>počet kalendářních měsíců,</w:t>
      </w:r>
      <w:r w:rsidR="00582C15" w:rsidRPr="007E5B98">
        <w:t xml:space="preserve"> v </w:t>
      </w:r>
      <w:r w:rsidRPr="007E5B98">
        <w:t>průběhu kterých má, dle aktuálního podrobného Harmonogramu, dojít</w:t>
      </w:r>
      <w:r w:rsidR="00582C15" w:rsidRPr="007E5B98">
        <w:t xml:space="preserve"> k </w:t>
      </w:r>
      <w:r w:rsidRPr="007E5B98">
        <w:t xml:space="preserve">zúčtování celého zůstatku poskytnuté zálohové platby za skutečně provedené práce do doby uvedení Díla do provozu. </w:t>
      </w:r>
    </w:p>
    <w:p w14:paraId="03038859" w14:textId="4797C7D5" w:rsidR="00C96E7C" w:rsidRPr="007E5B98" w:rsidRDefault="00C96E7C" w:rsidP="00AA7F27">
      <w:pPr>
        <w:pStyle w:val="Odstavec1-1a"/>
      </w:pPr>
      <w:r w:rsidRPr="007E5B98">
        <w:t>V návaznosti na toto oznámení je Zhotovitel zároveň povinen nejpozději do 30 dnů ode dne uplynutí zálohovaného období předat Objednateli Bankovní záruku</w:t>
      </w:r>
      <w:r w:rsidR="008F6D85" w:rsidRPr="007E5B98">
        <w:t xml:space="preserve"> za zálohu nebo Pojistnou záruku za zálohu</w:t>
      </w:r>
      <w:r w:rsidRPr="007E5B98">
        <w:t xml:space="preserve"> splňující ustanovení pod-článku 14.2 Zvláštních podmínek, tj. kromě dalšího, bude Objednateli předaná Bankovní záruka</w:t>
      </w:r>
      <w:r w:rsidR="008F6D85" w:rsidRPr="007E5B98">
        <w:t xml:space="preserve"> za zálohu nebo Pojistná záruka za zálohu</w:t>
      </w:r>
      <w:r w:rsidRPr="007E5B98">
        <w:t xml:space="preserve"> platná</w:t>
      </w:r>
      <w:r w:rsidR="00582C15" w:rsidRPr="007E5B98">
        <w:t xml:space="preserve"> a </w:t>
      </w:r>
      <w:r w:rsidRPr="007E5B98">
        <w:t>vymahatelná po dobu</w:t>
      </w:r>
      <w:r w:rsidR="00582C15" w:rsidRPr="007E5B98">
        <w:t xml:space="preserve"> o </w:t>
      </w:r>
      <w:r w:rsidRPr="007E5B98">
        <w:t xml:space="preserve">60 dnů delší, než je Zhotovitelem oznámené prodloužené zálohované období dle bodu </w:t>
      </w:r>
      <w:r w:rsidRPr="007E5B98">
        <w:rPr>
          <w:strike/>
        </w:rPr>
        <w:t>1</w:t>
      </w:r>
      <w:r w:rsidR="002B67EF" w:rsidRPr="007E5B98">
        <w:rPr>
          <w:strike/>
        </w:rPr>
        <w:t xml:space="preserve"> </w:t>
      </w:r>
      <w:r w:rsidR="002B67EF" w:rsidRPr="007E5B98">
        <w:t>a)</w:t>
      </w:r>
      <w:r w:rsidRPr="007E5B98">
        <w:t>.</w:t>
      </w:r>
    </w:p>
    <w:p w14:paraId="399267D8" w14:textId="77777777" w:rsidR="00C96E7C" w:rsidRPr="007E5B98" w:rsidRDefault="00C96E7C" w:rsidP="00AA7F27">
      <w:pPr>
        <w:pStyle w:val="Odstavec1-1a"/>
      </w:pPr>
      <w:r w:rsidRPr="007E5B98">
        <w:t>Nezúčtovaná část zálohové platby</w:t>
      </w:r>
      <w:r w:rsidR="00582C15" w:rsidRPr="007E5B98">
        <w:t xml:space="preserve"> v </w:t>
      </w:r>
      <w:r w:rsidRPr="007E5B98">
        <w:t>zálohovaném období musí být</w:t>
      </w:r>
      <w:r w:rsidR="00582C15" w:rsidRPr="007E5B98">
        <w:t xml:space="preserve"> v </w:t>
      </w:r>
      <w:r w:rsidRPr="007E5B98">
        <w:t>prodlouženém zálohovaném období zúčtovávána obdobně jako</w:t>
      </w:r>
      <w:r w:rsidR="00582C15" w:rsidRPr="007E5B98">
        <w:t xml:space="preserve"> v </w:t>
      </w:r>
      <w:r w:rsidRPr="007E5B98">
        <w:t>zálohovaném období, tj. formou odpočtů částek potvrzených</w:t>
      </w:r>
      <w:r w:rsidR="00582C15" w:rsidRPr="007E5B98">
        <w:t xml:space="preserve"> v </w:t>
      </w:r>
      <w:r w:rsidRPr="007E5B98">
        <w:t>nejbližších po sobě následujících Potvrzeních průběžné platby, tj.</w:t>
      </w:r>
      <w:r w:rsidR="00582C15" w:rsidRPr="007E5B98">
        <w:t xml:space="preserve"> v </w:t>
      </w:r>
      <w:r w:rsidRPr="007E5B98">
        <w:t xml:space="preserve">po sobě následujících fakturách skutečného plnění. </w:t>
      </w:r>
    </w:p>
    <w:p w14:paraId="40A69513" w14:textId="0BA55EF9" w:rsidR="00C96E7C" w:rsidRPr="007E5B98" w:rsidRDefault="00C96E7C" w:rsidP="00AA7F27">
      <w:pPr>
        <w:pStyle w:val="Odstavec1-1a"/>
      </w:pPr>
      <w:r w:rsidRPr="007E5B98">
        <w:t>K oznámení</w:t>
      </w:r>
      <w:r w:rsidR="00582C15" w:rsidRPr="007E5B98">
        <w:t xml:space="preserve"> o </w:t>
      </w:r>
      <w:r w:rsidRPr="007E5B98">
        <w:t>prodloužení zálohovaného období, se současným prodloužením Bankovní záruky</w:t>
      </w:r>
      <w:r w:rsidR="008F6D85" w:rsidRPr="007E5B98">
        <w:t xml:space="preserve"> za zálohu nebo Pojistné záruky za zálohu</w:t>
      </w:r>
      <w:r w:rsidRPr="007E5B98">
        <w:t>, lze</w:t>
      </w:r>
      <w:r w:rsidR="00582C15" w:rsidRPr="007E5B98">
        <w:t xml:space="preserve"> v </w:t>
      </w:r>
      <w:r w:rsidRPr="007E5B98">
        <w:t>případech, kdykoli je předchozí podrobný Harmonogram</w:t>
      </w:r>
      <w:r w:rsidR="00582C15" w:rsidRPr="007E5B98">
        <w:t xml:space="preserve"> v </w:t>
      </w:r>
      <w:r w:rsidRPr="007E5B98">
        <w:t>rozporu se skutečným postupem, přistoupit opakovaně,</w:t>
      </w:r>
      <w:r w:rsidR="00582C15" w:rsidRPr="007E5B98">
        <w:t xml:space="preserve"> a </w:t>
      </w:r>
      <w:r w:rsidRPr="007E5B98">
        <w:t>to při splnění shodných podmínek, za kterých došlo</w:t>
      </w:r>
      <w:r w:rsidR="00582C15" w:rsidRPr="007E5B98">
        <w:t xml:space="preserve"> k </w:t>
      </w:r>
      <w:r w:rsidRPr="007E5B98">
        <w:t xml:space="preserve">prodloužení zálohovaného období. </w:t>
      </w:r>
    </w:p>
    <w:p w14:paraId="51B1CEF2" w14:textId="77777777" w:rsidR="00C96E7C" w:rsidRPr="007E5B98" w:rsidRDefault="00C96E7C" w:rsidP="00AA7F27">
      <w:pPr>
        <w:pStyle w:val="Odstavec1-1a"/>
      </w:pPr>
      <w:r w:rsidRPr="007E5B98">
        <w:lastRenderedPageBreak/>
        <w:t>V případě:</w:t>
      </w:r>
    </w:p>
    <w:p w14:paraId="2D5CF9F9" w14:textId="03E21E42" w:rsidR="00C96E7C" w:rsidRDefault="00C96E7C" w:rsidP="00AA7F27">
      <w:pPr>
        <w:pStyle w:val="Odstavec1-2i"/>
      </w:pPr>
      <w:r w:rsidRPr="007E5B98">
        <w:t xml:space="preserve">kdy Zhotovitel dle bodu </w:t>
      </w:r>
      <w:r w:rsidR="002B67EF" w:rsidRPr="007E5B98">
        <w:t xml:space="preserve">a) </w:t>
      </w:r>
      <w:r w:rsidRPr="007E5B98">
        <w:t xml:space="preserve">neoznámí prodloužení zálohovaného období, nebo nepředá Objednateli Bankovní záruku </w:t>
      </w:r>
      <w:r w:rsidR="008F6D85" w:rsidRPr="007E5B98">
        <w:t xml:space="preserve">za zálohu nebo Pojistnou záruku za zálohu </w:t>
      </w:r>
      <w:r w:rsidR="002B67EF" w:rsidRPr="007E5B98">
        <w:t>dle bodu b</w:t>
      </w:r>
      <w:r w:rsidRPr="007E5B98">
        <w:t>), je povinen vrátit Objednateli nezúčtovanou část poskytnuté zálohové platby,</w:t>
      </w:r>
      <w:r w:rsidR="00582C15" w:rsidRPr="007E5B98">
        <w:t xml:space="preserve"> a </w:t>
      </w:r>
      <w:r w:rsidRPr="007E5B98">
        <w:t xml:space="preserve">to do 30 dnů od uplynutí zálohovaného/prodlouženého zálohovaného </w:t>
      </w:r>
      <w:r>
        <w:t>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3E9B39B2"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4647BDB" w14:textId="319F5C20"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7D2A45F4" w:rsidR="00C96E7C" w:rsidRDefault="00C96E7C" w:rsidP="00582C15">
      <w:pPr>
        <w:pStyle w:val="Textbezodsazen"/>
      </w:pPr>
      <w:r>
        <w:t xml:space="preserve">Minimální částka Potvrzení průběžné platby není stanovena. </w:t>
      </w:r>
    </w:p>
    <w:p w14:paraId="19A6A22D" w14:textId="703F0A8A"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90B9B3" w14:textId="77777777" w:rsidR="00733A0B" w:rsidRDefault="00733A0B" w:rsidP="00962258">
      <w:pPr>
        <w:spacing w:after="0" w:line="240" w:lineRule="auto"/>
      </w:pPr>
      <w:r>
        <w:separator/>
      </w:r>
    </w:p>
  </w:endnote>
  <w:endnote w:type="continuationSeparator" w:id="0">
    <w:p w14:paraId="227851C5" w14:textId="77777777" w:rsidR="00733A0B" w:rsidRDefault="00733A0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Bold">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D891215" w14:textId="77777777" w:rsidTr="00031645">
      <w:tc>
        <w:tcPr>
          <w:tcW w:w="1021" w:type="dxa"/>
          <w:vAlign w:val="bottom"/>
        </w:tcPr>
        <w:p w14:paraId="744E1A63" w14:textId="603A704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3C51">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3C51">
            <w:rPr>
              <w:rStyle w:val="slostrnky"/>
              <w:noProof/>
            </w:rPr>
            <w:t>9</w:t>
          </w:r>
          <w:r w:rsidRPr="00B8518B">
            <w:rPr>
              <w:rStyle w:val="slostrnky"/>
            </w:rPr>
            <w:fldChar w:fldCharType="end"/>
          </w:r>
        </w:p>
      </w:tc>
      <w:tc>
        <w:tcPr>
          <w:tcW w:w="0" w:type="auto"/>
          <w:vAlign w:val="bottom"/>
        </w:tcPr>
        <w:p w14:paraId="76D4673A" w14:textId="4B927EDA" w:rsidR="00031645" w:rsidRPr="003462EB" w:rsidRDefault="00D34BA7" w:rsidP="00967F7C">
          <w:pPr>
            <w:pStyle w:val="Zpatvlevo"/>
          </w:pPr>
          <w:r>
            <w:t>Příloha k a nabídce</w:t>
          </w:r>
        </w:p>
      </w:tc>
    </w:tr>
  </w:tbl>
  <w:p w14:paraId="1E878CC4"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2EDD8FC" w14:textId="77777777" w:rsidTr="00031645">
      <w:tc>
        <w:tcPr>
          <w:tcW w:w="0" w:type="auto"/>
          <w:tcMar>
            <w:left w:w="0" w:type="dxa"/>
            <w:right w:w="0" w:type="dxa"/>
          </w:tcMar>
          <w:vAlign w:val="bottom"/>
        </w:tcPr>
        <w:p w14:paraId="3B5F4748" w14:textId="77777777" w:rsidR="00031645" w:rsidRDefault="00031645" w:rsidP="00031645">
          <w:pPr>
            <w:pStyle w:val="Zpatvpravo"/>
          </w:pPr>
          <w:r>
            <w:t>Příloha k nabídce</w:t>
          </w:r>
        </w:p>
        <w:p w14:paraId="513E73DD" w14:textId="192809AD" w:rsidR="00031645" w:rsidRPr="003462EB" w:rsidRDefault="00031645" w:rsidP="00D34BA7">
          <w:pPr>
            <w:pStyle w:val="Zpatvpravo"/>
            <w:rPr>
              <w:rStyle w:val="slostrnky"/>
              <w:b w:val="0"/>
              <w:color w:val="auto"/>
              <w:sz w:val="12"/>
            </w:rPr>
          </w:pPr>
        </w:p>
      </w:tc>
      <w:tc>
        <w:tcPr>
          <w:tcW w:w="1021" w:type="dxa"/>
          <w:vAlign w:val="bottom"/>
        </w:tcPr>
        <w:p w14:paraId="63EFD5E7" w14:textId="088CB8C0"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3C5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3C51">
            <w:rPr>
              <w:rStyle w:val="slostrnky"/>
              <w:noProof/>
            </w:rPr>
            <w:t>9</w:t>
          </w:r>
          <w:r w:rsidRPr="00B8518B">
            <w:rPr>
              <w:rStyle w:val="slostrnky"/>
            </w:rPr>
            <w:fldChar w:fldCharType="end"/>
          </w:r>
        </w:p>
      </w:tc>
    </w:tr>
  </w:tbl>
  <w:p w14:paraId="79A9FBC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4F41BE" w14:textId="77777777" w:rsidR="00733A0B" w:rsidRDefault="00733A0B" w:rsidP="00962258">
      <w:pPr>
        <w:spacing w:after="0" w:line="240" w:lineRule="auto"/>
      </w:pPr>
      <w:r>
        <w:separator/>
      </w:r>
    </w:p>
  </w:footnote>
  <w:footnote w:type="continuationSeparator" w:id="0">
    <w:p w14:paraId="0CA2FBDD" w14:textId="77777777" w:rsidR="00733A0B" w:rsidRDefault="00733A0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30951EC" w14:textId="77777777" w:rsidTr="00B22106">
      <w:trPr>
        <w:trHeight w:hRule="exact" w:val="936"/>
      </w:trPr>
      <w:tc>
        <w:tcPr>
          <w:tcW w:w="1361" w:type="dxa"/>
          <w:tcMar>
            <w:left w:w="0" w:type="dxa"/>
            <w:right w:w="0" w:type="dxa"/>
          </w:tcMar>
        </w:tcPr>
        <w:p w14:paraId="7FF50F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50315A"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031645" w:rsidRPr="00D6163D" w:rsidRDefault="00031645" w:rsidP="00FC6389">
          <w:pPr>
            <w:pStyle w:val="Druhdokumentu"/>
          </w:pPr>
        </w:p>
      </w:tc>
    </w:tr>
    <w:tr w:rsidR="00031645" w14:paraId="1204CCED" w14:textId="77777777" w:rsidTr="00B22106">
      <w:trPr>
        <w:trHeight w:hRule="exact" w:val="936"/>
      </w:trPr>
      <w:tc>
        <w:tcPr>
          <w:tcW w:w="1361" w:type="dxa"/>
          <w:tcMar>
            <w:left w:w="0" w:type="dxa"/>
            <w:right w:w="0" w:type="dxa"/>
          </w:tcMar>
        </w:tcPr>
        <w:p w14:paraId="2798AB6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6F4014F" w14:textId="77777777" w:rsidR="00031645" w:rsidRDefault="00031645" w:rsidP="00FC6389">
          <w:pPr>
            <w:pStyle w:val="Zpat"/>
          </w:pPr>
        </w:p>
      </w:tc>
      <w:tc>
        <w:tcPr>
          <w:tcW w:w="5756" w:type="dxa"/>
          <w:shd w:val="clear" w:color="auto" w:fill="auto"/>
          <w:tcMar>
            <w:left w:w="0" w:type="dxa"/>
            <w:right w:w="0" w:type="dxa"/>
          </w:tcMar>
        </w:tcPr>
        <w:p w14:paraId="79E2EF57" w14:textId="77777777" w:rsidR="00031645" w:rsidRPr="00D6163D" w:rsidRDefault="00031645" w:rsidP="00FC6389">
          <w:pPr>
            <w:pStyle w:val="Druhdokumentu"/>
          </w:pPr>
        </w:p>
      </w:tc>
    </w:tr>
  </w:tbl>
  <w:p w14:paraId="5D365E5D" w14:textId="77777777" w:rsidR="00031645" w:rsidRPr="00D6163D" w:rsidRDefault="00031645" w:rsidP="00FC6389">
    <w:pPr>
      <w:pStyle w:val="Zhlav"/>
      <w:rPr>
        <w:sz w:val="8"/>
        <w:szCs w:val="8"/>
      </w:rPr>
    </w:pPr>
  </w:p>
  <w:p w14:paraId="09CEED7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9"/>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12"/>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183F"/>
    <w:rsid w:val="00013ABF"/>
    <w:rsid w:val="00017F3C"/>
    <w:rsid w:val="00023076"/>
    <w:rsid w:val="00030170"/>
    <w:rsid w:val="00031645"/>
    <w:rsid w:val="00041EC8"/>
    <w:rsid w:val="00044C35"/>
    <w:rsid w:val="000543DB"/>
    <w:rsid w:val="0006588D"/>
    <w:rsid w:val="00067A5E"/>
    <w:rsid w:val="000719BB"/>
    <w:rsid w:val="00071A0E"/>
    <w:rsid w:val="00072A65"/>
    <w:rsid w:val="00072C1E"/>
    <w:rsid w:val="00073857"/>
    <w:rsid w:val="00080EC0"/>
    <w:rsid w:val="000B4EB8"/>
    <w:rsid w:val="000C40E5"/>
    <w:rsid w:val="000C41F2"/>
    <w:rsid w:val="000C4709"/>
    <w:rsid w:val="000D22C4"/>
    <w:rsid w:val="000D27D1"/>
    <w:rsid w:val="000D5FCB"/>
    <w:rsid w:val="000E0B11"/>
    <w:rsid w:val="000E1A7F"/>
    <w:rsid w:val="000E79BD"/>
    <w:rsid w:val="000F4591"/>
    <w:rsid w:val="00103BEA"/>
    <w:rsid w:val="00112864"/>
    <w:rsid w:val="00114472"/>
    <w:rsid w:val="00114988"/>
    <w:rsid w:val="001149ED"/>
    <w:rsid w:val="00115069"/>
    <w:rsid w:val="001150F2"/>
    <w:rsid w:val="001174DF"/>
    <w:rsid w:val="0012024F"/>
    <w:rsid w:val="001205EF"/>
    <w:rsid w:val="00145961"/>
    <w:rsid w:val="00146747"/>
    <w:rsid w:val="00146DA1"/>
    <w:rsid w:val="00152473"/>
    <w:rsid w:val="00152D40"/>
    <w:rsid w:val="00153F60"/>
    <w:rsid w:val="00157862"/>
    <w:rsid w:val="001656A2"/>
    <w:rsid w:val="001679B8"/>
    <w:rsid w:val="00170EC5"/>
    <w:rsid w:val="001747C1"/>
    <w:rsid w:val="00174FB5"/>
    <w:rsid w:val="00177D6B"/>
    <w:rsid w:val="00191F90"/>
    <w:rsid w:val="001927B4"/>
    <w:rsid w:val="001965E6"/>
    <w:rsid w:val="001A1BF8"/>
    <w:rsid w:val="001B022A"/>
    <w:rsid w:val="001B4E74"/>
    <w:rsid w:val="001C4364"/>
    <w:rsid w:val="001C645F"/>
    <w:rsid w:val="001E19D9"/>
    <w:rsid w:val="001E3C56"/>
    <w:rsid w:val="001E678E"/>
    <w:rsid w:val="002071BB"/>
    <w:rsid w:val="00207DF5"/>
    <w:rsid w:val="0021172F"/>
    <w:rsid w:val="0023464E"/>
    <w:rsid w:val="00235D7C"/>
    <w:rsid w:val="00240B81"/>
    <w:rsid w:val="00240ED7"/>
    <w:rsid w:val="00244767"/>
    <w:rsid w:val="00246758"/>
    <w:rsid w:val="00247D01"/>
    <w:rsid w:val="00250787"/>
    <w:rsid w:val="00250FC0"/>
    <w:rsid w:val="00260D49"/>
    <w:rsid w:val="00261A5B"/>
    <w:rsid w:val="00262E5B"/>
    <w:rsid w:val="00276AFE"/>
    <w:rsid w:val="00290C4E"/>
    <w:rsid w:val="00291225"/>
    <w:rsid w:val="00295452"/>
    <w:rsid w:val="002A1067"/>
    <w:rsid w:val="002A3B57"/>
    <w:rsid w:val="002B67EF"/>
    <w:rsid w:val="002C31BF"/>
    <w:rsid w:val="002D5D13"/>
    <w:rsid w:val="002D7FD6"/>
    <w:rsid w:val="002E0CD7"/>
    <w:rsid w:val="002E0CFB"/>
    <w:rsid w:val="002E1D03"/>
    <w:rsid w:val="002E3A3F"/>
    <w:rsid w:val="002E3D9F"/>
    <w:rsid w:val="002E5C7B"/>
    <w:rsid w:val="002E7C3F"/>
    <w:rsid w:val="002F0F70"/>
    <w:rsid w:val="002F4333"/>
    <w:rsid w:val="00305235"/>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9063C"/>
    <w:rsid w:val="003907DF"/>
    <w:rsid w:val="003910F9"/>
    <w:rsid w:val="0039276A"/>
    <w:rsid w:val="00392EB6"/>
    <w:rsid w:val="00394B06"/>
    <w:rsid w:val="00394C56"/>
    <w:rsid w:val="003956C6"/>
    <w:rsid w:val="003A14A2"/>
    <w:rsid w:val="003B3E68"/>
    <w:rsid w:val="003C33F2"/>
    <w:rsid w:val="003C5F1F"/>
    <w:rsid w:val="003D756E"/>
    <w:rsid w:val="003E2E24"/>
    <w:rsid w:val="003E420D"/>
    <w:rsid w:val="003E4C13"/>
    <w:rsid w:val="003F7B6D"/>
    <w:rsid w:val="004001A6"/>
    <w:rsid w:val="004078F3"/>
    <w:rsid w:val="004220DE"/>
    <w:rsid w:val="0042532F"/>
    <w:rsid w:val="00427794"/>
    <w:rsid w:val="004309EE"/>
    <w:rsid w:val="00441B4D"/>
    <w:rsid w:val="00445FDF"/>
    <w:rsid w:val="00450F07"/>
    <w:rsid w:val="00453CD3"/>
    <w:rsid w:val="00460660"/>
    <w:rsid w:val="00464BA9"/>
    <w:rsid w:val="00483969"/>
    <w:rsid w:val="00486107"/>
    <w:rsid w:val="00491827"/>
    <w:rsid w:val="004C4399"/>
    <w:rsid w:val="004C4830"/>
    <w:rsid w:val="004C6F56"/>
    <w:rsid w:val="004C787C"/>
    <w:rsid w:val="004D165A"/>
    <w:rsid w:val="004D4B84"/>
    <w:rsid w:val="004E0643"/>
    <w:rsid w:val="004E7A1F"/>
    <w:rsid w:val="004F4B9B"/>
    <w:rsid w:val="00500582"/>
    <w:rsid w:val="0050666E"/>
    <w:rsid w:val="005075E5"/>
    <w:rsid w:val="00511AB9"/>
    <w:rsid w:val="0051377C"/>
    <w:rsid w:val="00523BB5"/>
    <w:rsid w:val="00523EA7"/>
    <w:rsid w:val="005406EB"/>
    <w:rsid w:val="00553375"/>
    <w:rsid w:val="00555884"/>
    <w:rsid w:val="005571A2"/>
    <w:rsid w:val="005579CC"/>
    <w:rsid w:val="00563B21"/>
    <w:rsid w:val="00570EA4"/>
    <w:rsid w:val="005736B7"/>
    <w:rsid w:val="00575E5A"/>
    <w:rsid w:val="00580245"/>
    <w:rsid w:val="005804B9"/>
    <w:rsid w:val="00582C15"/>
    <w:rsid w:val="005A1F44"/>
    <w:rsid w:val="005B7883"/>
    <w:rsid w:val="005C4979"/>
    <w:rsid w:val="005C50A5"/>
    <w:rsid w:val="005C6607"/>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5610E"/>
    <w:rsid w:val="00660AD3"/>
    <w:rsid w:val="00663C51"/>
    <w:rsid w:val="00667A98"/>
    <w:rsid w:val="00673932"/>
    <w:rsid w:val="006776B6"/>
    <w:rsid w:val="00680727"/>
    <w:rsid w:val="00681286"/>
    <w:rsid w:val="00684518"/>
    <w:rsid w:val="00693150"/>
    <w:rsid w:val="006937D9"/>
    <w:rsid w:val="006A4B55"/>
    <w:rsid w:val="006A550E"/>
    <w:rsid w:val="006A5570"/>
    <w:rsid w:val="006A689C"/>
    <w:rsid w:val="006B047C"/>
    <w:rsid w:val="006B3D79"/>
    <w:rsid w:val="006B6FE4"/>
    <w:rsid w:val="006B73BB"/>
    <w:rsid w:val="006C2343"/>
    <w:rsid w:val="006C442A"/>
    <w:rsid w:val="006C5D15"/>
    <w:rsid w:val="006E0578"/>
    <w:rsid w:val="006E13F8"/>
    <w:rsid w:val="006E314D"/>
    <w:rsid w:val="006F3A6E"/>
    <w:rsid w:val="00700C23"/>
    <w:rsid w:val="00710723"/>
    <w:rsid w:val="00713984"/>
    <w:rsid w:val="00723ED1"/>
    <w:rsid w:val="00726A41"/>
    <w:rsid w:val="00726AFE"/>
    <w:rsid w:val="00730376"/>
    <w:rsid w:val="00733A0B"/>
    <w:rsid w:val="00740AF5"/>
    <w:rsid w:val="00743525"/>
    <w:rsid w:val="00744E0D"/>
    <w:rsid w:val="00752D81"/>
    <w:rsid w:val="007541A2"/>
    <w:rsid w:val="00755818"/>
    <w:rsid w:val="00760F84"/>
    <w:rsid w:val="0076286B"/>
    <w:rsid w:val="00766846"/>
    <w:rsid w:val="0077673A"/>
    <w:rsid w:val="007846E1"/>
    <w:rsid w:val="007847D6"/>
    <w:rsid w:val="00785811"/>
    <w:rsid w:val="00791F16"/>
    <w:rsid w:val="007A172F"/>
    <w:rsid w:val="007A4B81"/>
    <w:rsid w:val="007A4F2A"/>
    <w:rsid w:val="007A5172"/>
    <w:rsid w:val="007A67A0"/>
    <w:rsid w:val="007B1246"/>
    <w:rsid w:val="007B570C"/>
    <w:rsid w:val="007C4C3C"/>
    <w:rsid w:val="007C73B0"/>
    <w:rsid w:val="007D4C3D"/>
    <w:rsid w:val="007D626B"/>
    <w:rsid w:val="007E2B8D"/>
    <w:rsid w:val="007E4A6E"/>
    <w:rsid w:val="007E5B98"/>
    <w:rsid w:val="007F56A7"/>
    <w:rsid w:val="007F66F4"/>
    <w:rsid w:val="007F76D5"/>
    <w:rsid w:val="00800851"/>
    <w:rsid w:val="00807DD0"/>
    <w:rsid w:val="008123B6"/>
    <w:rsid w:val="00821D01"/>
    <w:rsid w:val="00824DF9"/>
    <w:rsid w:val="00826B7B"/>
    <w:rsid w:val="008326B8"/>
    <w:rsid w:val="00846789"/>
    <w:rsid w:val="00846A4F"/>
    <w:rsid w:val="008477AD"/>
    <w:rsid w:val="00851B06"/>
    <w:rsid w:val="00857A77"/>
    <w:rsid w:val="008602BD"/>
    <w:rsid w:val="00870145"/>
    <w:rsid w:val="008825B2"/>
    <w:rsid w:val="008842C9"/>
    <w:rsid w:val="008A3568"/>
    <w:rsid w:val="008A3A4C"/>
    <w:rsid w:val="008A4136"/>
    <w:rsid w:val="008A6120"/>
    <w:rsid w:val="008A7A09"/>
    <w:rsid w:val="008A7B4E"/>
    <w:rsid w:val="008B01FE"/>
    <w:rsid w:val="008B0618"/>
    <w:rsid w:val="008B253D"/>
    <w:rsid w:val="008B4284"/>
    <w:rsid w:val="008B6FA1"/>
    <w:rsid w:val="008B7754"/>
    <w:rsid w:val="008C2C67"/>
    <w:rsid w:val="008C327E"/>
    <w:rsid w:val="008C45C2"/>
    <w:rsid w:val="008C50F3"/>
    <w:rsid w:val="008C6302"/>
    <w:rsid w:val="008C7C22"/>
    <w:rsid w:val="008C7EFE"/>
    <w:rsid w:val="008D03B9"/>
    <w:rsid w:val="008D10F5"/>
    <w:rsid w:val="008D30C7"/>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846B1"/>
    <w:rsid w:val="00984794"/>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E07F4"/>
    <w:rsid w:val="009E2AFD"/>
    <w:rsid w:val="009F0BC6"/>
    <w:rsid w:val="009F309B"/>
    <w:rsid w:val="009F332E"/>
    <w:rsid w:val="009F392E"/>
    <w:rsid w:val="009F4424"/>
    <w:rsid w:val="009F53C5"/>
    <w:rsid w:val="00A05305"/>
    <w:rsid w:val="00A0740E"/>
    <w:rsid w:val="00A10A3F"/>
    <w:rsid w:val="00A10EEB"/>
    <w:rsid w:val="00A14CEF"/>
    <w:rsid w:val="00A1518B"/>
    <w:rsid w:val="00A174BC"/>
    <w:rsid w:val="00A3134E"/>
    <w:rsid w:val="00A318A8"/>
    <w:rsid w:val="00A372C4"/>
    <w:rsid w:val="00A50641"/>
    <w:rsid w:val="00A530BF"/>
    <w:rsid w:val="00A6177B"/>
    <w:rsid w:val="00A66136"/>
    <w:rsid w:val="00A71189"/>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B5436"/>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2106"/>
    <w:rsid w:val="00B222FB"/>
    <w:rsid w:val="00B26495"/>
    <w:rsid w:val="00B26D5E"/>
    <w:rsid w:val="00B31F14"/>
    <w:rsid w:val="00B40591"/>
    <w:rsid w:val="00B5431A"/>
    <w:rsid w:val="00B6270B"/>
    <w:rsid w:val="00B74007"/>
    <w:rsid w:val="00B75EE1"/>
    <w:rsid w:val="00B77481"/>
    <w:rsid w:val="00B8518B"/>
    <w:rsid w:val="00B97CC3"/>
    <w:rsid w:val="00BA0EBA"/>
    <w:rsid w:val="00BB1D19"/>
    <w:rsid w:val="00BB4FB4"/>
    <w:rsid w:val="00BB79E8"/>
    <w:rsid w:val="00BC05F2"/>
    <w:rsid w:val="00BC06C4"/>
    <w:rsid w:val="00BD7E91"/>
    <w:rsid w:val="00BD7F0D"/>
    <w:rsid w:val="00BF5233"/>
    <w:rsid w:val="00C0001F"/>
    <w:rsid w:val="00C02D0A"/>
    <w:rsid w:val="00C038BD"/>
    <w:rsid w:val="00C03A6E"/>
    <w:rsid w:val="00C05F39"/>
    <w:rsid w:val="00C12C1E"/>
    <w:rsid w:val="00C21179"/>
    <w:rsid w:val="00C226C0"/>
    <w:rsid w:val="00C2298F"/>
    <w:rsid w:val="00C25AE7"/>
    <w:rsid w:val="00C33406"/>
    <w:rsid w:val="00C42FE6"/>
    <w:rsid w:val="00C44F6A"/>
    <w:rsid w:val="00C45177"/>
    <w:rsid w:val="00C46D03"/>
    <w:rsid w:val="00C6198E"/>
    <w:rsid w:val="00C6332C"/>
    <w:rsid w:val="00C708EA"/>
    <w:rsid w:val="00C730C7"/>
    <w:rsid w:val="00C732F0"/>
    <w:rsid w:val="00C778A5"/>
    <w:rsid w:val="00C81FA5"/>
    <w:rsid w:val="00C83340"/>
    <w:rsid w:val="00C8675B"/>
    <w:rsid w:val="00C95162"/>
    <w:rsid w:val="00C960A8"/>
    <w:rsid w:val="00C968A1"/>
    <w:rsid w:val="00C96E7C"/>
    <w:rsid w:val="00CA2340"/>
    <w:rsid w:val="00CA42A7"/>
    <w:rsid w:val="00CA4600"/>
    <w:rsid w:val="00CA5A14"/>
    <w:rsid w:val="00CA7F24"/>
    <w:rsid w:val="00CB4B11"/>
    <w:rsid w:val="00CB67FD"/>
    <w:rsid w:val="00CB6A37"/>
    <w:rsid w:val="00CB7684"/>
    <w:rsid w:val="00CC37E1"/>
    <w:rsid w:val="00CC61EA"/>
    <w:rsid w:val="00CC7C8F"/>
    <w:rsid w:val="00CD1FC4"/>
    <w:rsid w:val="00CE030A"/>
    <w:rsid w:val="00CE1DA0"/>
    <w:rsid w:val="00CF2351"/>
    <w:rsid w:val="00CF4255"/>
    <w:rsid w:val="00CF6808"/>
    <w:rsid w:val="00D034A0"/>
    <w:rsid w:val="00D1661F"/>
    <w:rsid w:val="00D20FA8"/>
    <w:rsid w:val="00D21061"/>
    <w:rsid w:val="00D246FC"/>
    <w:rsid w:val="00D30D72"/>
    <w:rsid w:val="00D34BA7"/>
    <w:rsid w:val="00D36BD5"/>
    <w:rsid w:val="00D36EA0"/>
    <w:rsid w:val="00D4108E"/>
    <w:rsid w:val="00D42978"/>
    <w:rsid w:val="00D435C3"/>
    <w:rsid w:val="00D45E4C"/>
    <w:rsid w:val="00D54131"/>
    <w:rsid w:val="00D6163D"/>
    <w:rsid w:val="00D73233"/>
    <w:rsid w:val="00D81A0E"/>
    <w:rsid w:val="00D831A3"/>
    <w:rsid w:val="00D86A72"/>
    <w:rsid w:val="00D90D67"/>
    <w:rsid w:val="00D975AB"/>
    <w:rsid w:val="00D97BE3"/>
    <w:rsid w:val="00DA3711"/>
    <w:rsid w:val="00DA47EF"/>
    <w:rsid w:val="00DA53DF"/>
    <w:rsid w:val="00DA5E07"/>
    <w:rsid w:val="00DB160C"/>
    <w:rsid w:val="00DC0FD9"/>
    <w:rsid w:val="00DC1CD0"/>
    <w:rsid w:val="00DD0A5F"/>
    <w:rsid w:val="00DD24AF"/>
    <w:rsid w:val="00DD46F3"/>
    <w:rsid w:val="00DE56F2"/>
    <w:rsid w:val="00DF116D"/>
    <w:rsid w:val="00DF70D9"/>
    <w:rsid w:val="00E01FF7"/>
    <w:rsid w:val="00E06EDE"/>
    <w:rsid w:val="00E1201F"/>
    <w:rsid w:val="00E1344F"/>
    <w:rsid w:val="00E13658"/>
    <w:rsid w:val="00E16FF7"/>
    <w:rsid w:val="00E26AD9"/>
    <w:rsid w:val="00E26D68"/>
    <w:rsid w:val="00E30C41"/>
    <w:rsid w:val="00E35CD9"/>
    <w:rsid w:val="00E37BAF"/>
    <w:rsid w:val="00E41EEA"/>
    <w:rsid w:val="00E44045"/>
    <w:rsid w:val="00E45560"/>
    <w:rsid w:val="00E46253"/>
    <w:rsid w:val="00E548E0"/>
    <w:rsid w:val="00E55B33"/>
    <w:rsid w:val="00E618C4"/>
    <w:rsid w:val="00E72324"/>
    <w:rsid w:val="00E73472"/>
    <w:rsid w:val="00E76688"/>
    <w:rsid w:val="00E878EE"/>
    <w:rsid w:val="00E879C4"/>
    <w:rsid w:val="00E91D47"/>
    <w:rsid w:val="00EA0F5A"/>
    <w:rsid w:val="00EA6EC7"/>
    <w:rsid w:val="00EB104F"/>
    <w:rsid w:val="00EB46E5"/>
    <w:rsid w:val="00EB6216"/>
    <w:rsid w:val="00EC13C6"/>
    <w:rsid w:val="00EC63FF"/>
    <w:rsid w:val="00EC6A2D"/>
    <w:rsid w:val="00EC7081"/>
    <w:rsid w:val="00ED0C1F"/>
    <w:rsid w:val="00ED14BD"/>
    <w:rsid w:val="00ED5EB7"/>
    <w:rsid w:val="00EE66AF"/>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611E0"/>
    <w:rsid w:val="00F659EB"/>
    <w:rsid w:val="00F86BA6"/>
    <w:rsid w:val="00F95494"/>
    <w:rsid w:val="00F95772"/>
    <w:rsid w:val="00F977A2"/>
    <w:rsid w:val="00FA401F"/>
    <w:rsid w:val="00FB17ED"/>
    <w:rsid w:val="00FB1DD4"/>
    <w:rsid w:val="00FB6342"/>
    <w:rsid w:val="00FB67EC"/>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lnab0">
    <w:name w:val="Příl_nab_0"/>
    <w:basedOn w:val="Normln"/>
    <w:link w:val="Plnab0Char"/>
    <w:qFormat/>
    <w:rsid w:val="000C4709"/>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0C4709"/>
    <w:rPr>
      <w:rFonts w:ascii="Calibri" w:eastAsia="Times New Roman" w:hAnsi="Calibri" w:cs="Times New Roman"/>
      <w:sz w:val="22"/>
      <w:szCs w:val="22"/>
      <w:lang w:eastAsia="cs-CZ"/>
    </w:rPr>
  </w:style>
  <w:style w:type="paragraph" w:customStyle="1" w:styleId="Tabulka-7">
    <w:name w:val="_Tabulka-7"/>
    <w:basedOn w:val="Normln"/>
    <w:qFormat/>
    <w:rsid w:val="009846B1"/>
    <w:pPr>
      <w:spacing w:before="20" w:after="20" w:line="240" w:lineRule="auto"/>
    </w:pPr>
    <w:rPr>
      <w:sz w:val="1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ihlarR@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reierov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Bold">
    <w:altName w:val="Arial"/>
    <w:panose1 w:val="00000000000000000000"/>
    <w:charset w:val="00"/>
    <w:family w:val="swiss"/>
    <w:notTrueType/>
    <w:pitch w:val="default"/>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6613A"/>
    <w:rsid w:val="0008125F"/>
    <w:rsid w:val="00081C2D"/>
    <w:rsid w:val="00090F5B"/>
    <w:rsid w:val="00121BDD"/>
    <w:rsid w:val="00176734"/>
    <w:rsid w:val="001D5893"/>
    <w:rsid w:val="00244EB6"/>
    <w:rsid w:val="00245584"/>
    <w:rsid w:val="002877DB"/>
    <w:rsid w:val="00297355"/>
    <w:rsid w:val="002A3D32"/>
    <w:rsid w:val="002D6E16"/>
    <w:rsid w:val="003135E6"/>
    <w:rsid w:val="00324640"/>
    <w:rsid w:val="00347665"/>
    <w:rsid w:val="00391652"/>
    <w:rsid w:val="003B7384"/>
    <w:rsid w:val="003C1BED"/>
    <w:rsid w:val="00464244"/>
    <w:rsid w:val="004660FC"/>
    <w:rsid w:val="00546E40"/>
    <w:rsid w:val="0056111D"/>
    <w:rsid w:val="0056557F"/>
    <w:rsid w:val="005701B9"/>
    <w:rsid w:val="006527E6"/>
    <w:rsid w:val="00676F10"/>
    <w:rsid w:val="00714028"/>
    <w:rsid w:val="00801566"/>
    <w:rsid w:val="00876B24"/>
    <w:rsid w:val="0096090C"/>
    <w:rsid w:val="009B79D6"/>
    <w:rsid w:val="009F1B47"/>
    <w:rsid w:val="00A61422"/>
    <w:rsid w:val="00AC5240"/>
    <w:rsid w:val="00B55032"/>
    <w:rsid w:val="00BC6E2B"/>
    <w:rsid w:val="00C95798"/>
    <w:rsid w:val="00CA70E8"/>
    <w:rsid w:val="00CF4DD3"/>
    <w:rsid w:val="00D34D92"/>
    <w:rsid w:val="00D36C36"/>
    <w:rsid w:val="00D7712A"/>
    <w:rsid w:val="00DD47A2"/>
    <w:rsid w:val="00DF48D6"/>
    <w:rsid w:val="00E318F7"/>
    <w:rsid w:val="00E41524"/>
    <w:rsid w:val="00E95FC1"/>
    <w:rsid w:val="00ED65FA"/>
    <w:rsid w:val="00EF0308"/>
    <w:rsid w:val="00EF7920"/>
    <w:rsid w:val="00F357EE"/>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178E522-9AA9-4576-BAF4-577C809AD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1490</TotalTime>
  <Pages>9</Pages>
  <Words>3518</Words>
  <Characters>20760</Characters>
  <Application>Microsoft Office Word</Application>
  <DocSecurity>0</DocSecurity>
  <Lines>173</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117</cp:revision>
  <cp:lastPrinted>2020-07-17T09:18:00Z</cp:lastPrinted>
  <dcterms:created xsi:type="dcterms:W3CDTF">2020-02-11T08:48:00Z</dcterms:created>
  <dcterms:modified xsi:type="dcterms:W3CDTF">2021-12-03T09:53:00Z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